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C4A" w:rsidRPr="009C2A9B" w:rsidRDefault="00526AEC" w:rsidP="00513FC9">
      <w:pPr>
        <w:ind w:firstLineChars="100" w:firstLine="210"/>
        <w:rPr>
          <w:rFonts w:ascii="ＭＳ 明朝" w:hAnsi="ＭＳ 明朝"/>
          <w:sz w:val="20"/>
        </w:rPr>
      </w:pPr>
      <w:r>
        <w:rPr>
          <w:rFonts w:ascii="ＭＳ 明朝" w:hAnsi="ＭＳ 明朝" w:hint="eastAsia"/>
        </w:rPr>
        <w:t>別記様式第１号</w:t>
      </w:r>
      <w:r w:rsidR="00CB539B">
        <w:rPr>
          <w:rFonts w:ascii="ＭＳ 明朝" w:hAnsi="ＭＳ 明朝" w:hint="eastAsia"/>
        </w:rPr>
        <w:t xml:space="preserve">　　　　　　　　　　　　　　　　　　　　　　　　　　　　　（建設工事）</w:t>
      </w:r>
    </w:p>
    <w:p w:rsidR="00232C4A" w:rsidRPr="009C2A9B" w:rsidRDefault="001F52A8" w:rsidP="00232C4A">
      <w:pPr>
        <w:rPr>
          <w:rFonts w:ascii="ＭＳ 明朝" w:hAnsi="ＭＳ 明朝"/>
        </w:rPr>
      </w:pPr>
      <w:r>
        <w:rPr>
          <w:noProof/>
        </w:rPr>
        <w:pict>
          <v:rect id="正方形/長方形 3" o:spid="_x0000_s1026" style="position:absolute;left:0;text-align:left;margin-left:5.45pt;margin-top:1.8pt;width:447pt;height:494.9pt;z-index:1;visibility:visible;mso-wrap-distance-left:9pt;mso-wrap-distance-top:0;mso-wrap-distance-right:9pt;mso-wrap-distance-bottom:0;mso-position-horizontal:absolute;mso-position-horizontal-relative:text;mso-position-vertical:absolute;mso-position-vertical-relative:text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" o:allowincell="f" strokeweight="1.25pt">
            <v:stroke linestyle="thinThin"/>
            <v:textbox>
              <w:txbxContent>
                <w:p w:rsidR="008D4814" w:rsidRPr="008D4814" w:rsidRDefault="008D4814" w:rsidP="008D4814">
                  <w:pPr>
                    <w:jc w:val="center"/>
                    <w:rPr>
                      <w:rFonts w:ascii="ＭＳ Ｐゴシック" w:eastAsia="ＭＳ Ｐゴシック" w:hAnsi="ＭＳ Ｐゴシック"/>
                      <w:b/>
                    </w:rPr>
                  </w:pPr>
                </w:p>
                <w:p w:rsidR="00232C4A" w:rsidRPr="00353A28" w:rsidRDefault="00353A28" w:rsidP="008D4814">
                  <w:pPr>
                    <w:spacing w:line="360" w:lineRule="auto"/>
                    <w:jc w:val="center"/>
                    <w:rPr>
                      <w:rFonts w:ascii="ＭＳ Ｐゴシック" w:eastAsia="ＭＳ Ｐゴシック" w:hAnsi="ＭＳ Ｐゴシック"/>
                      <w:b/>
                      <w:sz w:val="32"/>
                    </w:rPr>
                  </w:pPr>
                  <w:r w:rsidRPr="003F456D">
                    <w:rPr>
                      <w:rFonts w:ascii="ＭＳ Ｐゴシック" w:eastAsia="ＭＳ Ｐゴシック" w:hAnsi="ＭＳ Ｐゴシック" w:hint="eastAsia"/>
                      <w:b/>
                      <w:sz w:val="36"/>
                    </w:rPr>
                    <w:t>設計図書等閲覧確認簿</w:t>
                  </w:r>
                </w:p>
                <w:p w:rsidR="00F46248" w:rsidRDefault="00F46248" w:rsidP="00232C4A">
                  <w:pPr>
                    <w:ind w:leftChars="100" w:left="210" w:firstLineChars="100" w:firstLine="240"/>
                    <w:jc w:val="left"/>
                    <w:rPr>
                      <w:rFonts w:ascii="ＭＳ Ｐ明朝" w:eastAsia="ＭＳ Ｐ明朝" w:hAnsi="ＭＳ Ｐ明朝"/>
                      <w:sz w:val="24"/>
                    </w:rPr>
                  </w:pPr>
                </w:p>
                <w:p w:rsidR="00232C4A" w:rsidRPr="009D6A28" w:rsidRDefault="00232C4A" w:rsidP="00232C4A">
                  <w:pPr>
                    <w:ind w:leftChars="100" w:left="210" w:firstLineChars="100" w:firstLine="241"/>
                    <w:jc w:val="left"/>
                    <w:rPr>
                      <w:rFonts w:ascii="ＭＳ Ｐ明朝" w:eastAsia="ＭＳ Ｐ明朝" w:hAnsi="ＭＳ Ｐ明朝"/>
                      <w:b/>
                      <w:sz w:val="24"/>
                    </w:rPr>
                  </w:pPr>
                  <w:r w:rsidRPr="009D6A28">
                    <w:rPr>
                      <w:rFonts w:ascii="ＭＳ Ｐ明朝" w:eastAsia="ＭＳ Ｐ明朝" w:hAnsi="ＭＳ Ｐ明朝" w:hint="eastAsia"/>
                      <w:b/>
                      <w:sz w:val="24"/>
                    </w:rPr>
                    <w:t>公示用設計</w:t>
                  </w:r>
                  <w:r w:rsidRPr="009D6A28">
                    <w:rPr>
                      <w:rFonts w:ascii="ＭＳ Ｐ明朝" w:eastAsia="ＭＳ Ｐ明朝" w:hAnsi="ＭＳ Ｐ明朝" w:cs="ＭＳ ゴシック" w:hint="eastAsia"/>
                      <w:b/>
                      <w:sz w:val="24"/>
                    </w:rPr>
                    <w:t>図</w:t>
                  </w:r>
                  <w:r w:rsidRPr="009D6A28">
                    <w:rPr>
                      <w:rFonts w:ascii="ＭＳ Ｐ明朝" w:eastAsia="ＭＳ Ｐ明朝" w:hAnsi="ＭＳ Ｐ明朝" w:cs="Dotum" w:hint="eastAsia"/>
                      <w:b/>
                      <w:sz w:val="24"/>
                    </w:rPr>
                    <w:t>書等を</w:t>
                  </w:r>
                  <w:r w:rsidRPr="009D6A28">
                    <w:rPr>
                      <w:rFonts w:ascii="ＭＳ Ｐ明朝" w:eastAsia="ＭＳ Ｐ明朝" w:hAnsi="ＭＳ Ｐ明朝" w:cs="ＭＳ ゴシック" w:hint="eastAsia"/>
                      <w:b/>
                      <w:sz w:val="24"/>
                    </w:rPr>
                    <w:t>閲覧</w:t>
                  </w:r>
                  <w:r w:rsidRPr="009D6A28">
                    <w:rPr>
                      <w:rFonts w:ascii="ＭＳ Ｐ明朝" w:eastAsia="ＭＳ Ｐ明朝" w:hAnsi="ＭＳ Ｐ明朝" w:cs="Dotum" w:hint="eastAsia"/>
                      <w:b/>
                      <w:sz w:val="24"/>
                    </w:rPr>
                    <w:t>するときは、</w:t>
                  </w:r>
                  <w:r w:rsidR="00353A28" w:rsidRPr="009D6A28">
                    <w:rPr>
                      <w:rFonts w:ascii="ＭＳ Ｐ明朝" w:eastAsia="ＭＳ Ｐ明朝" w:hAnsi="ＭＳ Ｐ明朝" w:cs="Dotum" w:hint="eastAsia"/>
                      <w:b/>
                      <w:sz w:val="24"/>
                    </w:rPr>
                    <w:t>下記に必要事項を記入のうえ</w:t>
                  </w:r>
                  <w:r w:rsidRPr="009D6A28">
                    <w:rPr>
                      <w:rFonts w:ascii="ＭＳ Ｐ明朝" w:eastAsia="ＭＳ Ｐ明朝" w:hAnsi="ＭＳ Ｐ明朝" w:cs="Dotum" w:hint="eastAsia"/>
                      <w:b/>
                      <w:sz w:val="24"/>
                    </w:rPr>
                    <w:t>、業務農地課</w:t>
                  </w:r>
                  <w:r w:rsidRPr="009D6A28">
                    <w:rPr>
                      <w:rFonts w:ascii="ＭＳ Ｐ明朝" w:eastAsia="ＭＳ Ｐ明朝" w:hAnsi="ＭＳ Ｐ明朝" w:hint="eastAsia"/>
                      <w:b/>
                      <w:sz w:val="24"/>
                    </w:rPr>
                    <w:t>に提出してください。</w:t>
                  </w:r>
                </w:p>
                <w:p w:rsidR="00232C4A" w:rsidRPr="001B0FEF" w:rsidRDefault="00232C4A" w:rsidP="00232C4A">
                  <w:pPr>
                    <w:rPr>
                      <w:rFonts w:ascii="ＭＳ Ｐ明朝" w:eastAsia="ＭＳ Ｐ明朝" w:hAnsi="ＭＳ Ｐ明朝"/>
                    </w:rPr>
                  </w:pPr>
                </w:p>
                <w:tbl>
                  <w:tblPr>
                    <w:tblW w:w="0" w:type="auto"/>
                    <w:tblInd w:w="99" w:type="dxa"/>
                    <w:tblBorders>
                      <w:top w:val="single" w:sz="12" w:space="0" w:color="auto"/>
                      <w:left w:val="single" w:sz="12" w:space="0" w:color="auto"/>
                      <w:bottom w:val="single" w:sz="12" w:space="0" w:color="auto"/>
                      <w:right w:val="single" w:sz="12" w:space="0" w:color="auto"/>
                      <w:insideH w:val="single" w:sz="6" w:space="0" w:color="auto"/>
                      <w:insideV w:val="single" w:sz="6" w:space="0" w:color="auto"/>
                    </w:tblBorders>
                    <w:tblLayout w:type="fixed"/>
                    <w:tblCellMar>
                      <w:left w:w="99" w:type="dxa"/>
                      <w:right w:w="99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552"/>
                    <w:gridCol w:w="6095"/>
                  </w:tblGrid>
                  <w:tr w:rsidR="00232C4A" w:rsidRPr="00647C91" w:rsidTr="00353A28">
                    <w:trPr>
                      <w:trHeight w:val="851"/>
                    </w:trPr>
                    <w:tc>
                      <w:tcPr>
                        <w:tcW w:w="2552" w:type="dxa"/>
                        <w:tcBorders>
                          <w:top w:val="single" w:sz="4" w:space="0" w:color="auto"/>
                          <w:left w:val="single" w:sz="6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0A7CC1" w:rsidRPr="000A7CC1" w:rsidRDefault="00353A28" w:rsidP="00353A28">
                        <w:pPr>
                          <w:ind w:left="240" w:hangingChars="100" w:hanging="240"/>
                          <w:jc w:val="left"/>
                          <w:rPr>
                            <w:rFonts w:ascii="ＭＳ ゴシック" w:eastAsia="ＭＳ ゴシック" w:hAnsi="ＭＳ ゴシック"/>
                            <w:sz w:val="24"/>
                            <w:vertAlign w:val="superscript"/>
                          </w:rPr>
                        </w:pPr>
                        <w:r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１</w:t>
                        </w:r>
                        <w:r w:rsidR="00232C4A"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 xml:space="preserve">　</w:t>
                        </w:r>
                        <w:r w:rsidR="00FE7F39" w:rsidRPr="003F456D">
                          <w:rPr>
                            <w:rFonts w:ascii="ＭＳ Ｐゴシック" w:eastAsia="ＭＳ Ｐゴシック" w:hAnsi="ＭＳ Ｐゴシック" w:hint="eastAsia"/>
                            <w:snapToGrid w:val="0"/>
                            <w:sz w:val="24"/>
                          </w:rPr>
                          <w:t>入札（見積</w:t>
                        </w:r>
                        <w:r w:rsidR="00232C4A" w:rsidRPr="003F456D">
                          <w:rPr>
                            <w:rFonts w:ascii="ＭＳ Ｐゴシック" w:eastAsia="ＭＳ Ｐゴシック" w:hAnsi="ＭＳ Ｐゴシック" w:hint="eastAsia"/>
                            <w:snapToGrid w:val="0"/>
                            <w:sz w:val="24"/>
                          </w:rPr>
                          <w:t>）</w:t>
                        </w:r>
                        <w:r w:rsidR="00FE7F39" w:rsidRPr="003F456D">
                          <w:rPr>
                            <w:rFonts w:ascii="ＭＳ Ｐゴシック" w:eastAsia="ＭＳ Ｐゴシック" w:hAnsi="ＭＳ Ｐゴシック" w:hint="eastAsia"/>
                            <w:snapToGrid w:val="0"/>
                            <w:sz w:val="24"/>
                          </w:rPr>
                          <w:t>年</w:t>
                        </w:r>
                        <w:r w:rsidR="00232C4A" w:rsidRPr="003F456D">
                          <w:rPr>
                            <w:rFonts w:ascii="ＭＳ Ｐゴシック" w:eastAsia="ＭＳ Ｐゴシック" w:hAnsi="ＭＳ Ｐゴシック" w:hint="eastAsia"/>
                            <w:snapToGrid w:val="0"/>
                            <w:sz w:val="24"/>
                          </w:rPr>
                          <w:t>月日</w:t>
                        </w:r>
                        <w:r w:rsidR="000A7CC1" w:rsidRPr="000A7CC1">
                          <w:rPr>
                            <w:rFonts w:ascii="ＭＳ ゴシック" w:eastAsia="ＭＳ ゴシック" w:hAnsi="ＭＳ ゴシック" w:hint="eastAsia"/>
                            <w:sz w:val="24"/>
                            <w:vertAlign w:val="superscript"/>
                          </w:rPr>
                          <w:t>（注</w:t>
                        </w:r>
                        <w:r w:rsidR="00C25276">
                          <w:rPr>
                            <w:rFonts w:ascii="ＭＳ ゴシック" w:eastAsia="ＭＳ ゴシック" w:hAnsi="ＭＳ ゴシック" w:hint="eastAsia"/>
                            <w:sz w:val="24"/>
                            <w:vertAlign w:val="superscript"/>
                          </w:rPr>
                          <w:t>１</w:t>
                        </w:r>
                        <w:r w:rsidR="000A7CC1" w:rsidRPr="000A7CC1">
                          <w:rPr>
                            <w:rFonts w:ascii="ＭＳ ゴシック" w:eastAsia="ＭＳ ゴシック" w:hAnsi="ＭＳ ゴシック" w:hint="eastAsia"/>
                            <w:sz w:val="24"/>
                            <w:vertAlign w:val="superscript"/>
                          </w:rPr>
                          <w:t>）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6" w:space="0" w:color="auto"/>
                        </w:tcBorders>
                        <w:vAlign w:val="center"/>
                      </w:tcPr>
                      <w:p w:rsidR="00232C4A" w:rsidRPr="009D6A28" w:rsidRDefault="00232C4A" w:rsidP="000651F9">
                        <w:pPr>
                          <w:rPr>
                            <w:rFonts w:ascii="ＭＳ Ｐ明朝" w:eastAsia="ＭＳ Ｐ明朝" w:hAnsi="ＭＳ Ｐ明朝"/>
                            <w:b/>
                            <w:sz w:val="24"/>
                          </w:rPr>
                        </w:pPr>
                        <w:r w:rsidRPr="009D6A28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 xml:space="preserve">令和　　</w:t>
                        </w:r>
                        <w:r w:rsidR="003F456D" w:rsidRPr="009D6A28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 xml:space="preserve">　　</w:t>
                        </w:r>
                        <w:r w:rsidRPr="009D6A28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 xml:space="preserve">年　　</w:t>
                        </w:r>
                        <w:r w:rsidR="003F456D" w:rsidRPr="009D6A28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 xml:space="preserve">　　</w:t>
                        </w:r>
                        <w:r w:rsidRPr="009D6A28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 xml:space="preserve">月　　</w:t>
                        </w:r>
                        <w:r w:rsidR="003F456D" w:rsidRPr="009D6A28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 xml:space="preserve">　　</w:t>
                        </w:r>
                        <w:r w:rsidRPr="009D6A28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>日</w:t>
                        </w:r>
                      </w:p>
                    </w:tc>
                  </w:tr>
                  <w:tr w:rsidR="00232C4A" w:rsidRPr="00647C91" w:rsidTr="003F456D">
                    <w:trPr>
                      <w:trHeight w:val="1358"/>
                    </w:trPr>
                    <w:tc>
                      <w:tcPr>
                        <w:tcW w:w="2552" w:type="dxa"/>
                        <w:tcBorders>
                          <w:top w:val="single" w:sz="4" w:space="0" w:color="auto"/>
                          <w:left w:val="single" w:sz="6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232C4A" w:rsidRPr="003F456D" w:rsidRDefault="00353A28" w:rsidP="00050FB3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２</w:t>
                        </w:r>
                        <w:r w:rsidR="00232C4A"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 xml:space="preserve">　工</w:t>
                        </w:r>
                        <w:r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 xml:space="preserve">　</w:t>
                        </w:r>
                        <w:r w:rsidR="00232C4A"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事</w:t>
                        </w:r>
                        <w:r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 xml:space="preserve">　</w:t>
                        </w:r>
                        <w:r w:rsidR="00232C4A"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名</w:t>
                        </w:r>
                        <w:r w:rsidR="008D4814" w:rsidRPr="000A7CC1">
                          <w:rPr>
                            <w:rFonts w:ascii="ＭＳ ゴシック" w:eastAsia="ＭＳ ゴシック" w:hAnsi="ＭＳ ゴシック" w:hint="eastAsia"/>
                            <w:sz w:val="24"/>
                            <w:vertAlign w:val="superscript"/>
                          </w:rPr>
                          <w:t>（注</w:t>
                        </w:r>
                        <w:r w:rsidR="008D4814">
                          <w:rPr>
                            <w:rFonts w:ascii="ＭＳ ゴシック" w:eastAsia="ＭＳ ゴシック" w:hAnsi="ＭＳ ゴシック" w:hint="eastAsia"/>
                            <w:sz w:val="24"/>
                            <w:vertAlign w:val="superscript"/>
                          </w:rPr>
                          <w:t>１</w:t>
                        </w:r>
                        <w:r w:rsidR="008D4814" w:rsidRPr="000A7CC1">
                          <w:rPr>
                            <w:rFonts w:ascii="ＭＳ ゴシック" w:eastAsia="ＭＳ ゴシック" w:hAnsi="ＭＳ ゴシック" w:hint="eastAsia"/>
                            <w:sz w:val="24"/>
                            <w:vertAlign w:val="superscript"/>
                          </w:rPr>
                          <w:t>）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6" w:space="0" w:color="auto"/>
                        </w:tcBorders>
                        <w:vAlign w:val="center"/>
                      </w:tcPr>
                      <w:p w:rsidR="00232C4A" w:rsidRPr="009D6A28" w:rsidRDefault="00232C4A" w:rsidP="000651F9">
                        <w:pPr>
                          <w:rPr>
                            <w:rFonts w:ascii="ＭＳ Ｐ明朝" w:eastAsia="ＭＳ Ｐ明朝" w:hAnsi="ＭＳ Ｐ明朝"/>
                            <w:b/>
                            <w:sz w:val="24"/>
                          </w:rPr>
                        </w:pPr>
                        <w:r w:rsidRPr="009D6A28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>工事番号　第　　　　　　　号</w:t>
                        </w:r>
                      </w:p>
                      <w:p w:rsidR="003F456D" w:rsidRPr="009D6A28" w:rsidRDefault="00232C4A" w:rsidP="00456CA2">
                        <w:pPr>
                          <w:rPr>
                            <w:rFonts w:ascii="ＭＳ Ｐ明朝" w:eastAsia="ＭＳ Ｐ明朝" w:hAnsi="ＭＳ Ｐ明朝"/>
                            <w:b/>
                            <w:sz w:val="24"/>
                          </w:rPr>
                        </w:pPr>
                        <w:r w:rsidRPr="009D6A28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 xml:space="preserve">令和　　年度　　　　　　</w:t>
                        </w:r>
                        <w:r w:rsidR="00FE7F39" w:rsidRPr="009D6A28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 xml:space="preserve">　</w:t>
                        </w:r>
                        <w:r w:rsidR="003F456D" w:rsidRPr="009D6A28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 xml:space="preserve">　　　　　　　　　　　　　</w:t>
                        </w:r>
                        <w:r w:rsidRPr="009D6A28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>事業</w:t>
                        </w:r>
                      </w:p>
                      <w:p w:rsidR="00232C4A" w:rsidRPr="009D6A28" w:rsidRDefault="00232C4A" w:rsidP="00456CA2">
                        <w:pPr>
                          <w:rPr>
                            <w:rFonts w:ascii="ＭＳ Ｐ明朝" w:eastAsia="ＭＳ Ｐ明朝" w:hAnsi="ＭＳ Ｐ明朝"/>
                            <w:b/>
                            <w:sz w:val="24"/>
                          </w:rPr>
                        </w:pPr>
                        <w:r w:rsidRPr="009D6A28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 xml:space="preserve">　　　　　　</w:t>
                        </w:r>
                        <w:r w:rsidR="003F456D" w:rsidRPr="009D6A28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 xml:space="preserve">　　</w:t>
                        </w:r>
                        <w:r w:rsidRPr="009D6A28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>地区　　第　　工区</w:t>
                        </w:r>
                      </w:p>
                    </w:tc>
                  </w:tr>
                  <w:tr w:rsidR="00232C4A" w:rsidRPr="00647C91" w:rsidTr="003F456D">
                    <w:trPr>
                      <w:trHeight w:val="1405"/>
                    </w:trPr>
                    <w:tc>
                      <w:tcPr>
                        <w:tcW w:w="2552" w:type="dxa"/>
                        <w:tcBorders>
                          <w:top w:val="single" w:sz="4" w:space="0" w:color="auto"/>
                          <w:left w:val="single" w:sz="6" w:space="0" w:color="auto"/>
                          <w:bottom w:val="nil"/>
                          <w:right w:val="single" w:sz="4" w:space="0" w:color="auto"/>
                        </w:tcBorders>
                        <w:vAlign w:val="center"/>
                      </w:tcPr>
                      <w:p w:rsidR="00353A28" w:rsidRDefault="00353A28" w:rsidP="003F456D">
                        <w:pPr>
                          <w:rPr>
                            <w:rFonts w:ascii="ＭＳ ゴシック" w:eastAsia="ＭＳ ゴシック" w:hAnsi="ＭＳ ゴシック"/>
                            <w:sz w:val="24"/>
                            <w:vertAlign w:val="superscript"/>
                          </w:rPr>
                        </w:pPr>
                        <w:r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３</w:t>
                        </w:r>
                        <w:r w:rsidR="00232C4A"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 xml:space="preserve">　</w:t>
                        </w:r>
                        <w:r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閲覧者名</w:t>
                        </w:r>
                        <w:r w:rsidRPr="000A7CC1">
                          <w:rPr>
                            <w:rFonts w:ascii="ＭＳ ゴシック" w:eastAsia="ＭＳ ゴシック" w:hAnsi="ＭＳ ゴシック" w:hint="eastAsia"/>
                            <w:sz w:val="24"/>
                            <w:vertAlign w:val="superscript"/>
                          </w:rPr>
                          <w:t>（注</w:t>
                        </w:r>
                        <w:r w:rsidR="00C25276">
                          <w:rPr>
                            <w:rFonts w:ascii="ＭＳ ゴシック" w:eastAsia="ＭＳ ゴシック" w:hAnsi="ＭＳ ゴシック" w:hint="eastAsia"/>
                            <w:sz w:val="24"/>
                            <w:vertAlign w:val="superscript"/>
                          </w:rPr>
                          <w:t>２</w:t>
                        </w:r>
                        <w:r w:rsidRPr="000A7CC1">
                          <w:rPr>
                            <w:rFonts w:ascii="ＭＳ ゴシック" w:eastAsia="ＭＳ ゴシック" w:hAnsi="ＭＳ ゴシック" w:hint="eastAsia"/>
                            <w:sz w:val="24"/>
                            <w:vertAlign w:val="superscript"/>
                          </w:rPr>
                          <w:t>）</w:t>
                        </w:r>
                      </w:p>
                      <w:p w:rsidR="003F456D" w:rsidRPr="003F456D" w:rsidRDefault="003F456D" w:rsidP="003F456D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4"/>
                          </w:rPr>
                          <w:t>（社名・職・氏名）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single" w:sz="4" w:space="0" w:color="auto"/>
                          <w:bottom w:val="nil"/>
                          <w:right w:val="single" w:sz="6" w:space="0" w:color="auto"/>
                        </w:tcBorders>
                        <w:vAlign w:val="center"/>
                      </w:tcPr>
                      <w:p w:rsidR="00232C4A" w:rsidRPr="009D6A28" w:rsidRDefault="00232C4A" w:rsidP="000651F9">
                        <w:pPr>
                          <w:rPr>
                            <w:rFonts w:ascii="ＭＳ Ｐ明朝" w:eastAsia="ＭＳ Ｐ明朝" w:hAnsi="ＭＳ Ｐ明朝"/>
                            <w:b/>
                            <w:sz w:val="24"/>
                          </w:rPr>
                        </w:pPr>
                      </w:p>
                      <w:p w:rsidR="00353A28" w:rsidRPr="009D6A28" w:rsidRDefault="00353A28" w:rsidP="000651F9">
                        <w:pPr>
                          <w:rPr>
                            <w:rFonts w:ascii="ＭＳ Ｐ明朝" w:eastAsia="ＭＳ Ｐ明朝" w:hAnsi="ＭＳ Ｐ明朝"/>
                            <w:b/>
                            <w:sz w:val="24"/>
                          </w:rPr>
                        </w:pPr>
                      </w:p>
                    </w:tc>
                  </w:tr>
                  <w:tr w:rsidR="00232C4A" w:rsidRPr="00647C91" w:rsidTr="00353A28">
                    <w:trPr>
                      <w:trHeight w:val="851"/>
                    </w:trPr>
                    <w:tc>
                      <w:tcPr>
                        <w:tcW w:w="2552" w:type="dxa"/>
                        <w:tcBorders>
                          <w:top w:val="single" w:sz="4" w:space="0" w:color="auto"/>
                          <w:left w:val="single" w:sz="6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232C4A" w:rsidRPr="00647C91" w:rsidRDefault="00353A28" w:rsidP="005D11ED">
                        <w:pPr>
                          <w:rPr>
                            <w:rFonts w:ascii="ＭＳ Ｐ明朝" w:eastAsia="ＭＳ Ｐ明朝" w:hAnsi="ＭＳ Ｐ明朝"/>
                            <w:sz w:val="24"/>
                          </w:rPr>
                        </w:pPr>
                        <w:r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４</w:t>
                        </w:r>
                        <w:r w:rsidR="00232C4A"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 xml:space="preserve">　</w:t>
                        </w:r>
                        <w:r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閲覧</w:t>
                        </w:r>
                        <w:r w:rsidR="00FE7F39"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年</w:t>
                        </w:r>
                        <w:r w:rsidR="00232C4A"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月日</w:t>
                        </w:r>
                        <w:r w:rsidR="000A7CC1" w:rsidRPr="000A7CC1">
                          <w:rPr>
                            <w:rFonts w:ascii="ＭＳ ゴシック" w:eastAsia="ＭＳ ゴシック" w:hAnsi="ＭＳ ゴシック" w:hint="eastAsia"/>
                            <w:sz w:val="24"/>
                            <w:vertAlign w:val="superscript"/>
                          </w:rPr>
                          <w:t>（注</w:t>
                        </w:r>
                        <w:r w:rsidR="00C25276">
                          <w:rPr>
                            <w:rFonts w:ascii="ＭＳ ゴシック" w:eastAsia="ＭＳ ゴシック" w:hAnsi="ＭＳ ゴシック" w:hint="eastAsia"/>
                            <w:sz w:val="24"/>
                            <w:vertAlign w:val="superscript"/>
                          </w:rPr>
                          <w:t>３</w:t>
                        </w:r>
                        <w:r w:rsidR="000A7CC1" w:rsidRPr="000A7CC1">
                          <w:rPr>
                            <w:rFonts w:ascii="ＭＳ ゴシック" w:eastAsia="ＭＳ ゴシック" w:hAnsi="ＭＳ ゴシック" w:hint="eastAsia"/>
                            <w:sz w:val="24"/>
                            <w:vertAlign w:val="superscript"/>
                          </w:rPr>
                          <w:t>）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6" w:space="0" w:color="auto"/>
                        </w:tcBorders>
                        <w:vAlign w:val="center"/>
                      </w:tcPr>
                      <w:p w:rsidR="00232C4A" w:rsidRPr="009D6A28" w:rsidRDefault="003F456D" w:rsidP="000651F9">
                        <w:pPr>
                          <w:rPr>
                            <w:rFonts w:ascii="ＭＳ Ｐ明朝" w:eastAsia="ＭＳ Ｐ明朝" w:hAnsi="ＭＳ Ｐ明朝"/>
                            <w:b/>
                            <w:sz w:val="24"/>
                          </w:rPr>
                        </w:pPr>
                        <w:r w:rsidRPr="009D6A28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>令和　　　　年　　　　月　　　　日</w:t>
                        </w:r>
                      </w:p>
                    </w:tc>
                  </w:tr>
                  <w:tr w:rsidR="00232C4A" w:rsidRPr="00647C91" w:rsidTr="00353A28">
                    <w:trPr>
                      <w:trHeight w:val="851"/>
                    </w:trPr>
                    <w:tc>
                      <w:tcPr>
                        <w:tcW w:w="2552" w:type="dxa"/>
                        <w:tcBorders>
                          <w:top w:val="single" w:sz="4" w:space="0" w:color="auto"/>
                          <w:left w:val="single" w:sz="6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:rsidR="00232C4A" w:rsidRPr="00647C91" w:rsidRDefault="003F456D" w:rsidP="000651F9">
                        <w:pPr>
                          <w:rPr>
                            <w:rFonts w:ascii="ＭＳ Ｐ明朝" w:eastAsia="ＭＳ Ｐ明朝" w:hAnsi="ＭＳ Ｐ明朝"/>
                            <w:sz w:val="24"/>
                          </w:rPr>
                        </w:pPr>
                        <w:r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５</w:t>
                        </w:r>
                        <w:r w:rsidR="00232C4A"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 xml:space="preserve">　返却</w:t>
                        </w:r>
                        <w:r w:rsidR="00FE7F39"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年</w:t>
                        </w:r>
                        <w:r w:rsidR="00232C4A"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月日</w:t>
                        </w:r>
                        <w:r w:rsidR="000A7CC1" w:rsidRPr="000A7CC1">
                          <w:rPr>
                            <w:rFonts w:ascii="ＭＳ ゴシック" w:eastAsia="ＭＳ ゴシック" w:hAnsi="ＭＳ ゴシック" w:hint="eastAsia"/>
                            <w:sz w:val="24"/>
                            <w:vertAlign w:val="superscript"/>
                          </w:rPr>
                          <w:t>（注</w:t>
                        </w:r>
                        <w:r w:rsidR="00C25276">
                          <w:rPr>
                            <w:rFonts w:ascii="ＭＳ ゴシック" w:eastAsia="ＭＳ ゴシック" w:hAnsi="ＭＳ ゴシック" w:hint="eastAsia"/>
                            <w:sz w:val="24"/>
                            <w:vertAlign w:val="superscript"/>
                          </w:rPr>
                          <w:t>４</w:t>
                        </w:r>
                        <w:r w:rsidR="000A7CC1" w:rsidRPr="000A7CC1">
                          <w:rPr>
                            <w:rFonts w:ascii="ＭＳ ゴシック" w:eastAsia="ＭＳ ゴシック" w:hAnsi="ＭＳ ゴシック" w:hint="eastAsia"/>
                            <w:sz w:val="24"/>
                            <w:vertAlign w:val="superscript"/>
                          </w:rPr>
                          <w:t>）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6" w:space="0" w:color="auto"/>
                        </w:tcBorders>
                        <w:vAlign w:val="center"/>
                      </w:tcPr>
                      <w:p w:rsidR="00232C4A" w:rsidRPr="009D6A28" w:rsidRDefault="003F456D" w:rsidP="000651F9">
                        <w:pPr>
                          <w:rPr>
                            <w:rFonts w:ascii="ＭＳ Ｐ明朝" w:eastAsia="ＭＳ Ｐ明朝" w:hAnsi="ＭＳ Ｐ明朝"/>
                            <w:b/>
                            <w:sz w:val="24"/>
                          </w:rPr>
                        </w:pPr>
                        <w:r w:rsidRPr="009D6A28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>令和　　　　年　　　　月　　　　日</w:t>
                        </w:r>
                      </w:p>
                    </w:tc>
                  </w:tr>
                  <w:tr w:rsidR="00232C4A" w:rsidRPr="00647C91" w:rsidTr="003F456D">
                    <w:trPr>
                      <w:trHeight w:val="1394"/>
                    </w:trPr>
                    <w:tc>
                      <w:tcPr>
                        <w:tcW w:w="2552" w:type="dxa"/>
                        <w:tcBorders>
                          <w:top w:val="single" w:sz="4" w:space="0" w:color="auto"/>
                          <w:left w:val="single" w:sz="6" w:space="0" w:color="auto"/>
                          <w:bottom w:val="single" w:sz="6" w:space="0" w:color="auto"/>
                          <w:right w:val="single" w:sz="4" w:space="0" w:color="auto"/>
                        </w:tcBorders>
                        <w:vAlign w:val="center"/>
                      </w:tcPr>
                      <w:p w:rsidR="00232C4A" w:rsidRPr="003F456D" w:rsidRDefault="003F456D" w:rsidP="001B0FEF">
                        <w:pPr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６</w:t>
                        </w:r>
                        <w:r w:rsidR="00232C4A"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 xml:space="preserve">　受付</w:t>
                        </w:r>
                        <w:r w:rsidR="00137CDE"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責任</w:t>
                        </w:r>
                        <w:r w:rsidR="00232C4A" w:rsidRPr="003F456D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者</w:t>
                        </w:r>
                      </w:p>
                      <w:p w:rsidR="00232C4A" w:rsidRPr="009D6A28" w:rsidRDefault="009D6A28" w:rsidP="001B0FEF">
                        <w:pPr>
                          <w:ind w:leftChars="100" w:left="210"/>
                          <w:rPr>
                            <w:rFonts w:ascii="ＭＳ Ｐゴシック" w:eastAsia="ＭＳ Ｐゴシック" w:hAnsi="ＭＳ Ｐゴシック"/>
                            <w:sz w:val="24"/>
                          </w:rPr>
                        </w:pPr>
                        <w:r>
                          <w:rPr>
                            <w:rFonts w:ascii="ＭＳ ゴシック" w:eastAsia="ＭＳ ゴシック" w:hAnsi="ＭＳ ゴシック" w:hint="eastAsia"/>
                            <w:sz w:val="24"/>
                          </w:rPr>
                          <w:t>（</w:t>
                        </w:r>
                        <w:r w:rsidR="00232C4A" w:rsidRPr="009D6A28">
                          <w:rPr>
                            <w:rFonts w:ascii="ＭＳ Ｐゴシック" w:eastAsia="ＭＳ Ｐゴシック" w:hAnsi="ＭＳ Ｐゴシック" w:hint="eastAsia"/>
                            <w:sz w:val="24"/>
                          </w:rPr>
                          <w:t>職・氏名</w:t>
                        </w:r>
                        <w:r>
                          <w:rPr>
                            <w:rFonts w:ascii="ＭＳ ゴシック" w:eastAsia="ＭＳ ゴシック" w:hAnsi="ＭＳ ゴシック" w:hint="eastAsia"/>
                            <w:sz w:val="24"/>
                          </w:rPr>
                          <w:t>）</w:t>
                        </w:r>
                      </w:p>
                    </w:tc>
                    <w:tc>
                      <w:tcPr>
                        <w:tcW w:w="609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</w:tcPr>
                      <w:p w:rsidR="00232C4A" w:rsidRPr="009D6A28" w:rsidRDefault="00232C4A" w:rsidP="008D4814">
                        <w:pPr>
                          <w:spacing w:line="360" w:lineRule="auto"/>
                          <w:rPr>
                            <w:rFonts w:ascii="ＭＳ Ｐ明朝" w:eastAsia="ＭＳ Ｐ明朝" w:hAnsi="ＭＳ Ｐ明朝"/>
                            <w:b/>
                            <w:sz w:val="24"/>
                          </w:rPr>
                        </w:pPr>
                        <w:r w:rsidRPr="009D6A28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 xml:space="preserve">（公財）北海道農業公社　</w:t>
                        </w:r>
                        <w:r w:rsidR="00222DC5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 xml:space="preserve">　　　</w:t>
                        </w:r>
                        <w:r w:rsidRPr="009D6A28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>支所</w:t>
                        </w:r>
                      </w:p>
                      <w:p w:rsidR="00232C4A" w:rsidRPr="009D6A28" w:rsidRDefault="00232C4A" w:rsidP="00222DC5">
                        <w:pPr>
                          <w:ind w:firstLineChars="400" w:firstLine="964"/>
                          <w:rPr>
                            <w:rFonts w:ascii="ＭＳ Ｐ明朝" w:eastAsia="ＭＳ Ｐ明朝" w:hAnsi="ＭＳ Ｐ明朝"/>
                            <w:b/>
                            <w:sz w:val="24"/>
                          </w:rPr>
                        </w:pPr>
                        <w:bookmarkStart w:id="0" w:name="_GoBack"/>
                        <w:bookmarkEnd w:id="0"/>
                        <w:r w:rsidRPr="009D6A28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>業務農地課</w:t>
                        </w:r>
                        <w:r w:rsidR="00137CDE" w:rsidRPr="009D6A28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>長</w:t>
                        </w:r>
                        <w:r w:rsidR="00526AEC" w:rsidRPr="009D6A28">
                          <w:rPr>
                            <w:rFonts w:ascii="ＭＳ Ｐ明朝" w:eastAsia="ＭＳ Ｐ明朝" w:hAnsi="ＭＳ Ｐ明朝" w:hint="eastAsia"/>
                            <w:b/>
                            <w:sz w:val="24"/>
                          </w:rPr>
                          <w:t xml:space="preserve">　　</w:t>
                        </w:r>
                      </w:p>
                    </w:tc>
                  </w:tr>
                </w:tbl>
                <w:p w:rsidR="00232C4A" w:rsidRDefault="00232C4A" w:rsidP="00232C4A"/>
              </w:txbxContent>
            </v:textbox>
          </v:rect>
        </w:pict>
      </w: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Pr="009C2A9B" w:rsidRDefault="00232C4A" w:rsidP="00232C4A">
      <w:pPr>
        <w:rPr>
          <w:rFonts w:ascii="ＭＳ 明朝" w:hAnsi="ＭＳ 明朝"/>
        </w:rPr>
      </w:pPr>
    </w:p>
    <w:p w:rsidR="00232C4A" w:rsidRDefault="00232C4A" w:rsidP="00232C4A">
      <w:pPr>
        <w:rPr>
          <w:rFonts w:ascii="ＭＳ 明朝" w:hAnsi="ＭＳ 明朝"/>
        </w:rPr>
      </w:pPr>
    </w:p>
    <w:p w:rsidR="008D4814" w:rsidRPr="009C2A9B" w:rsidRDefault="008D4814" w:rsidP="00232C4A">
      <w:pPr>
        <w:rPr>
          <w:rFonts w:ascii="ＭＳ 明朝" w:hAnsi="ＭＳ 明朝"/>
        </w:rPr>
      </w:pPr>
    </w:p>
    <w:p w:rsidR="00137CDE" w:rsidRPr="008D4814" w:rsidRDefault="00137CDE" w:rsidP="009D6A28">
      <w:pPr>
        <w:pStyle w:val="ac"/>
        <w:adjustRightInd w:val="0"/>
        <w:snapToGrid w:val="0"/>
        <w:spacing w:line="240" w:lineRule="exact"/>
        <w:ind w:leftChars="50" w:left="429" w:hangingChars="162" w:hanging="324"/>
        <w:rPr>
          <w:rFonts w:ascii="ＭＳ Ｐ明朝" w:eastAsia="ＭＳ Ｐ明朝" w:hAnsi="ＭＳ Ｐ明朝"/>
          <w:b/>
          <w:w w:val="90"/>
          <w:sz w:val="22"/>
          <w:szCs w:val="22"/>
        </w:rPr>
      </w:pP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注１　入札（見積）年月日及び工事名は、入札参加資格審査結果通知書等に記載されているものを記載する。</w:t>
      </w:r>
    </w:p>
    <w:p w:rsidR="00137CDE" w:rsidRPr="008D4814" w:rsidRDefault="00137CDE" w:rsidP="00137CDE">
      <w:pPr>
        <w:pStyle w:val="ac"/>
        <w:adjustRightInd w:val="0"/>
        <w:snapToGrid w:val="0"/>
        <w:spacing w:line="240" w:lineRule="exact"/>
        <w:ind w:leftChars="50" w:left="606" w:hangingChars="250" w:hanging="501"/>
        <w:rPr>
          <w:rFonts w:ascii="ＭＳ Ｐ明朝" w:eastAsia="ＭＳ Ｐ明朝" w:hAnsi="ＭＳ Ｐ明朝"/>
          <w:b/>
          <w:w w:val="90"/>
          <w:sz w:val="22"/>
          <w:szCs w:val="22"/>
        </w:rPr>
      </w:pP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 xml:space="preserve">　</w:t>
      </w:r>
      <w:r w:rsidR="00353A28"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２</w:t>
      </w: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 xml:space="preserve">　閲覧者名は、閲覧者の会社名、職・氏名を記載する。</w:t>
      </w:r>
    </w:p>
    <w:p w:rsidR="00137CDE" w:rsidRPr="008D4814" w:rsidRDefault="00137CDE" w:rsidP="00137CDE">
      <w:pPr>
        <w:pStyle w:val="ac"/>
        <w:adjustRightInd w:val="0"/>
        <w:snapToGrid w:val="0"/>
        <w:spacing w:line="240" w:lineRule="exact"/>
        <w:ind w:leftChars="50" w:left="405" w:hangingChars="150" w:hanging="300"/>
        <w:rPr>
          <w:rFonts w:ascii="ＭＳ Ｐ明朝" w:eastAsia="ＭＳ Ｐ明朝" w:hAnsi="ＭＳ Ｐ明朝"/>
          <w:b/>
          <w:w w:val="90"/>
          <w:sz w:val="22"/>
          <w:szCs w:val="22"/>
        </w:rPr>
      </w:pP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 xml:space="preserve">　</w:t>
      </w:r>
      <w:r w:rsidR="00353A28"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３</w:t>
      </w: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 xml:space="preserve">　</w:t>
      </w:r>
      <w:r w:rsidR="00353A28"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閲覧</w:t>
      </w: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年月日は、公示用設計図書</w:t>
      </w:r>
      <w:r w:rsidR="008D4814"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等</w:t>
      </w: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を</w:t>
      </w:r>
      <w:r w:rsidR="00353A28"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閲覧した</w:t>
      </w: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日を記載する。</w:t>
      </w:r>
    </w:p>
    <w:p w:rsidR="00137CDE" w:rsidRPr="008D4814" w:rsidRDefault="00137CDE" w:rsidP="00137CDE">
      <w:pPr>
        <w:pStyle w:val="ac"/>
        <w:adjustRightInd w:val="0"/>
        <w:snapToGrid w:val="0"/>
        <w:spacing w:line="240" w:lineRule="exact"/>
        <w:ind w:leftChars="50" w:left="405" w:hangingChars="150" w:hanging="300"/>
        <w:rPr>
          <w:rFonts w:ascii="ＭＳ Ｐ明朝" w:eastAsia="ＭＳ Ｐ明朝" w:hAnsi="ＭＳ Ｐ明朝"/>
          <w:b/>
          <w:w w:val="90"/>
          <w:sz w:val="22"/>
          <w:szCs w:val="22"/>
        </w:rPr>
      </w:pP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 xml:space="preserve">　</w:t>
      </w:r>
      <w:r w:rsidR="00353A28"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４</w:t>
      </w: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 xml:space="preserve">　返却年月日は、公示用設計図書</w:t>
      </w:r>
      <w:r w:rsidR="008D4814"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等</w:t>
      </w: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の返却予定日</w:t>
      </w:r>
      <w:r w:rsidR="009832A1"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（郵送の場合は、郵送した日）</w:t>
      </w: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を記載する。</w:t>
      </w:r>
    </w:p>
    <w:p w:rsidR="00137CDE" w:rsidRPr="008D4814" w:rsidRDefault="00137CDE" w:rsidP="00137CDE">
      <w:pPr>
        <w:pStyle w:val="ac"/>
        <w:adjustRightInd w:val="0"/>
        <w:snapToGrid w:val="0"/>
        <w:spacing w:line="240" w:lineRule="exact"/>
        <w:ind w:leftChars="50" w:left="405" w:hangingChars="150" w:hanging="300"/>
        <w:rPr>
          <w:rFonts w:ascii="ＭＳ Ｐ明朝" w:eastAsia="ＭＳ Ｐ明朝" w:hAnsi="ＭＳ Ｐ明朝"/>
          <w:b/>
          <w:w w:val="90"/>
          <w:sz w:val="22"/>
          <w:szCs w:val="22"/>
        </w:rPr>
      </w:pP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 xml:space="preserve">　</w:t>
      </w:r>
      <w:r w:rsidR="00353A28"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５</w:t>
      </w: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 xml:space="preserve">　公示用設計図書等は、入札（見積）日の前日までに返却すること。</w:t>
      </w:r>
    </w:p>
    <w:p w:rsidR="00956A20" w:rsidRPr="008D4814" w:rsidRDefault="00137CDE" w:rsidP="00137CDE">
      <w:pPr>
        <w:pStyle w:val="ac"/>
        <w:adjustRightInd w:val="0"/>
        <w:snapToGrid w:val="0"/>
        <w:spacing w:line="240" w:lineRule="exact"/>
        <w:ind w:leftChars="50" w:left="405" w:hangingChars="150" w:hanging="300"/>
        <w:rPr>
          <w:rFonts w:ascii="ＭＳ Ｐ明朝" w:eastAsia="ＭＳ Ｐ明朝" w:hAnsi="ＭＳ Ｐ明朝"/>
          <w:b/>
          <w:w w:val="90"/>
          <w:sz w:val="22"/>
          <w:szCs w:val="22"/>
        </w:rPr>
      </w:pP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 xml:space="preserve">　</w:t>
      </w:r>
      <w:r w:rsidR="00353A28"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６</w:t>
      </w: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 xml:space="preserve">　受付者欄は、発注者用なので記載しないこと。</w:t>
      </w:r>
    </w:p>
    <w:p w:rsidR="00232C4A" w:rsidRPr="009C2A9B" w:rsidRDefault="006830DC" w:rsidP="00F96DA5">
      <w:pPr>
        <w:ind w:firstLineChars="100" w:firstLine="210"/>
        <w:rPr>
          <w:rFonts w:ascii="ＭＳ 明朝" w:hAnsi="ＭＳ 明朝"/>
          <w:sz w:val="20"/>
        </w:rPr>
      </w:pPr>
      <w:r>
        <w:rPr>
          <w:rFonts w:ascii="ＭＳ 明朝" w:hAnsi="ＭＳ 明朝"/>
        </w:rPr>
        <w:br w:type="page"/>
      </w:r>
      <w:r w:rsidR="00526AEC">
        <w:rPr>
          <w:rFonts w:ascii="ＭＳ 明朝" w:hAnsi="ＭＳ 明朝" w:hint="eastAsia"/>
        </w:rPr>
        <w:lastRenderedPageBreak/>
        <w:t>別記様式第２号</w:t>
      </w:r>
      <w:r w:rsidR="00CB539B">
        <w:rPr>
          <w:rFonts w:ascii="ＭＳ 明朝" w:hAnsi="ＭＳ 明朝" w:hint="eastAsia"/>
        </w:rPr>
        <w:t xml:space="preserve">　　　　　　　　　　　　　　　　　　　　　　　　　　　　　（建設工事）</w:t>
      </w:r>
    </w:p>
    <w:tbl>
      <w:tblPr>
        <w:tblW w:w="9095" w:type="dxa"/>
        <w:tblInd w:w="76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20"/>
        <w:gridCol w:w="412"/>
        <w:gridCol w:w="2788"/>
        <w:gridCol w:w="1218"/>
        <w:gridCol w:w="955"/>
        <w:gridCol w:w="1418"/>
        <w:gridCol w:w="1559"/>
        <w:gridCol w:w="425"/>
      </w:tblGrid>
      <w:tr w:rsidR="00232C4A" w:rsidRPr="009C2A9B" w:rsidTr="00956A20">
        <w:trPr>
          <w:trHeight w:val="2705"/>
        </w:trPr>
        <w:tc>
          <w:tcPr>
            <w:tcW w:w="9095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:rsidR="00232C4A" w:rsidRPr="009C2A9B" w:rsidRDefault="00232C4A" w:rsidP="00C72132">
            <w:pPr>
              <w:jc w:val="center"/>
              <w:rPr>
                <w:rFonts w:ascii="ＭＳ 明朝" w:hAnsi="ＭＳ 明朝" w:cs="ＭＳ Ｐゴシック"/>
                <w:kern w:val="0"/>
                <w:sz w:val="24"/>
              </w:rPr>
            </w:pPr>
          </w:p>
          <w:p w:rsidR="00232C4A" w:rsidRPr="003F456D" w:rsidRDefault="00232C4A" w:rsidP="00C72132">
            <w:pPr>
              <w:jc w:val="center"/>
              <w:rPr>
                <w:rFonts w:ascii="ＭＳ ゴシック" w:eastAsia="ＭＳ ゴシック" w:hAnsi="ＭＳ ゴシック" w:cs="ＭＳ Ｐゴシック"/>
                <w:kern w:val="0"/>
                <w:sz w:val="24"/>
              </w:rPr>
            </w:pPr>
            <w:r w:rsidRPr="003F456D">
              <w:rPr>
                <w:rFonts w:ascii="ＭＳ ゴシック" w:eastAsia="ＭＳ ゴシック" w:hAnsi="ＭＳ ゴシック" w:cs="ＭＳ Ｐゴシック" w:hint="eastAsia"/>
                <w:kern w:val="0"/>
                <w:sz w:val="28"/>
              </w:rPr>
              <w:t>入札</w:t>
            </w:r>
            <w:r w:rsidR="003F456D" w:rsidRPr="003F456D">
              <w:rPr>
                <w:rFonts w:ascii="ＭＳ ゴシック" w:eastAsia="ＭＳ ゴシック" w:hAnsi="ＭＳ ゴシック" w:cs="ＭＳ Ｐゴシック" w:hint="eastAsia"/>
                <w:kern w:val="0"/>
                <w:sz w:val="28"/>
              </w:rPr>
              <w:t>(</w:t>
            </w:r>
            <w:r w:rsidRPr="003F456D">
              <w:rPr>
                <w:rFonts w:ascii="ＭＳ ゴシック" w:eastAsia="ＭＳ ゴシック" w:hAnsi="ＭＳ ゴシック" w:cs="ＭＳ Ｐゴシック" w:hint="eastAsia"/>
                <w:kern w:val="0"/>
                <w:sz w:val="28"/>
              </w:rPr>
              <w:t>見積</w:t>
            </w:r>
            <w:r w:rsidR="003F456D" w:rsidRPr="003F456D">
              <w:rPr>
                <w:rFonts w:ascii="ＭＳ ゴシック" w:eastAsia="ＭＳ ゴシック" w:hAnsi="ＭＳ ゴシック" w:cs="ＭＳ Ｐゴシック" w:hint="eastAsia"/>
                <w:kern w:val="0"/>
                <w:sz w:val="28"/>
              </w:rPr>
              <w:t>)</w:t>
            </w:r>
            <w:r w:rsidRPr="003F456D">
              <w:rPr>
                <w:rFonts w:ascii="ＭＳ ゴシック" w:eastAsia="ＭＳ ゴシック" w:hAnsi="ＭＳ ゴシック" w:cs="ＭＳ Ｐゴシック" w:hint="eastAsia"/>
                <w:kern w:val="0"/>
                <w:sz w:val="28"/>
              </w:rPr>
              <w:t>参加資格者(指名業者)</w:t>
            </w:r>
            <w:r w:rsidR="00353A28" w:rsidRPr="003F456D">
              <w:rPr>
                <w:rFonts w:ascii="ＭＳ ゴシック" w:eastAsia="ＭＳ ゴシック" w:hAnsi="ＭＳ ゴシック" w:cs="ＭＳ Ｐゴシック" w:hint="eastAsia"/>
                <w:kern w:val="0"/>
                <w:sz w:val="28"/>
              </w:rPr>
              <w:t>閲覧確認一覧表</w:t>
            </w:r>
          </w:p>
          <w:p w:rsidR="00232C4A" w:rsidRPr="009C2A9B" w:rsidRDefault="00232C4A" w:rsidP="00C72132">
            <w:pPr>
              <w:widowControl/>
              <w:spacing w:line="240" w:lineRule="exact"/>
              <w:ind w:leftChars="1400" w:left="2940"/>
              <w:rPr>
                <w:rFonts w:ascii="ＭＳ 明朝" w:hAnsi="ＭＳ 明朝" w:cs="ＭＳ Ｐゴシック"/>
                <w:kern w:val="0"/>
                <w:sz w:val="22"/>
              </w:rPr>
            </w:pPr>
          </w:p>
          <w:p w:rsidR="00232C4A" w:rsidRPr="00FC0F3F" w:rsidRDefault="003A1FA8" w:rsidP="00137CDE">
            <w:pPr>
              <w:widowControl/>
              <w:ind w:leftChars="300" w:left="630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</w:rPr>
            </w:pPr>
            <w:r w:rsidRPr="009D6A2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１　</w:t>
            </w:r>
            <w:r w:rsidR="00232C4A" w:rsidRPr="00FC0F3F">
              <w:rPr>
                <w:rFonts w:ascii="ＭＳ Ｐゴシック" w:eastAsia="ＭＳ Ｐゴシック" w:hAnsi="ＭＳ Ｐゴシック" w:cs="ＭＳ Ｐゴシック" w:hint="eastAsia"/>
                <w:spacing w:val="146"/>
                <w:kern w:val="0"/>
                <w:sz w:val="22"/>
                <w:fitText w:val="1760" w:id="-1574776320"/>
              </w:rPr>
              <w:t>工事番</w:t>
            </w:r>
            <w:r w:rsidR="00232C4A" w:rsidRPr="00FC0F3F">
              <w:rPr>
                <w:rFonts w:ascii="ＭＳ Ｐゴシック" w:eastAsia="ＭＳ Ｐゴシック" w:hAnsi="ＭＳ Ｐゴシック" w:cs="ＭＳ Ｐゴシック" w:hint="eastAsia"/>
                <w:spacing w:val="2"/>
                <w:kern w:val="0"/>
                <w:sz w:val="22"/>
                <w:fitText w:val="1760" w:id="-1574776320"/>
              </w:rPr>
              <w:t>号</w:t>
            </w:r>
            <w:r w:rsidR="00FC0F3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　 </w:t>
            </w:r>
          </w:p>
          <w:p w:rsidR="003F456D" w:rsidRPr="00FC0F3F" w:rsidRDefault="003A1FA8" w:rsidP="00C66EE4">
            <w:pPr>
              <w:widowControl/>
              <w:ind w:leftChars="300" w:left="630"/>
              <w:rPr>
                <w:rFonts w:ascii="ＭＳ Ｐ明朝" w:eastAsia="ＭＳ Ｐ明朝" w:hAnsi="ＭＳ Ｐ明朝" w:cs="ＭＳ Ｐゴシック"/>
                <w:b/>
                <w:kern w:val="0"/>
                <w:sz w:val="22"/>
              </w:rPr>
            </w:pPr>
            <w:r w:rsidRPr="009D6A2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２</w:t>
            </w:r>
            <w:r w:rsidR="00232C4A" w:rsidRPr="009D6A2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="00232C4A" w:rsidRPr="00FC0F3F">
              <w:rPr>
                <w:rFonts w:ascii="ＭＳ Ｐゴシック" w:eastAsia="ＭＳ Ｐゴシック" w:hAnsi="ＭＳ Ｐゴシック" w:cs="ＭＳ Ｐゴシック" w:hint="eastAsia"/>
                <w:spacing w:val="275"/>
                <w:kern w:val="0"/>
                <w:sz w:val="22"/>
                <w:fitText w:val="1760" w:id="-1574776830"/>
              </w:rPr>
              <w:t>工事</w:t>
            </w:r>
            <w:r w:rsidR="00232C4A" w:rsidRPr="00FC0F3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fitText w:val="1760" w:id="-1574776830"/>
              </w:rPr>
              <w:t>名</w:t>
            </w:r>
            <w:r w:rsidR="00232C4A" w:rsidRPr="009D6A2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 </w:t>
            </w:r>
            <w:r w:rsidR="003F456D" w:rsidRPr="009D6A2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="003F456D"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</w:rPr>
              <w:t xml:space="preserve"> </w:t>
            </w:r>
            <w:r w:rsidR="00232C4A"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</w:rPr>
              <w:t xml:space="preserve">令和　年度　　　　　　</w:t>
            </w:r>
            <w:r w:rsidR="00C66EE4"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</w:rPr>
              <w:t xml:space="preserve">　</w:t>
            </w:r>
            <w:r w:rsidR="003F456D"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</w:rPr>
              <w:t xml:space="preserve">　　　　　　</w:t>
            </w:r>
            <w:r w:rsidR="009D6A28"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</w:rPr>
              <w:t xml:space="preserve">　　　　　</w:t>
            </w:r>
            <w:r w:rsidR="00232C4A"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</w:rPr>
              <w:t>事業</w:t>
            </w:r>
          </w:p>
          <w:p w:rsidR="00232C4A" w:rsidRPr="00FC0F3F" w:rsidRDefault="00232C4A" w:rsidP="003F456D">
            <w:pPr>
              <w:widowControl/>
              <w:ind w:leftChars="300" w:left="630" w:firstLineChars="1300" w:firstLine="2871"/>
              <w:rPr>
                <w:rFonts w:ascii="ＭＳ Ｐ明朝" w:eastAsia="ＭＳ Ｐ明朝" w:hAnsi="ＭＳ Ｐ明朝" w:cs="ＭＳ Ｐゴシック"/>
                <w:b/>
                <w:kern w:val="0"/>
                <w:sz w:val="22"/>
              </w:rPr>
            </w:pPr>
            <w:r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</w:rPr>
              <w:t xml:space="preserve">　　地区　第　工区</w:t>
            </w:r>
          </w:p>
          <w:p w:rsidR="00232C4A" w:rsidRPr="00FC0F3F" w:rsidRDefault="00137CDE" w:rsidP="00C72132">
            <w:pPr>
              <w:widowControl/>
              <w:ind w:leftChars="300" w:left="630"/>
              <w:rPr>
                <w:rFonts w:ascii="ＭＳ Ｐゴシック" w:eastAsia="ＭＳ Ｐゴシック" w:hAnsi="ＭＳ Ｐゴシック" w:cs="ＭＳ Ｐゴシック"/>
                <w:b/>
                <w:kern w:val="0"/>
                <w:sz w:val="22"/>
              </w:rPr>
            </w:pPr>
            <w:r w:rsidRPr="009D6A2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３</w:t>
            </w:r>
            <w:r w:rsidR="00232C4A" w:rsidRPr="009D6A2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="00232C4A" w:rsidRPr="009D6A28">
              <w:rPr>
                <w:rFonts w:ascii="ＭＳ Ｐゴシック" w:eastAsia="ＭＳ Ｐゴシック" w:hAnsi="ＭＳ Ｐゴシック" w:cs="ＭＳ Ｐゴシック" w:hint="eastAsia"/>
                <w:spacing w:val="146"/>
                <w:kern w:val="0"/>
                <w:sz w:val="22"/>
                <w:fitText w:val="1760" w:id="-1574776831"/>
              </w:rPr>
              <w:t>工事場</w:t>
            </w:r>
            <w:r w:rsidR="00232C4A" w:rsidRPr="009D6A28">
              <w:rPr>
                <w:rFonts w:ascii="ＭＳ Ｐゴシック" w:eastAsia="ＭＳ Ｐゴシック" w:hAnsi="ＭＳ Ｐゴシック" w:cs="ＭＳ Ｐゴシック" w:hint="eastAsia"/>
                <w:spacing w:val="2"/>
                <w:kern w:val="0"/>
                <w:sz w:val="22"/>
                <w:fitText w:val="1760" w:id="-1574776831"/>
              </w:rPr>
              <w:t>所</w:t>
            </w:r>
            <w:r w:rsidR="003F456D" w:rsidRPr="009D6A2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  <w:vertAlign w:val="superscript"/>
              </w:rPr>
              <w:t xml:space="preserve">　　　</w:t>
            </w:r>
            <w:r w:rsidR="00FC0F3F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 </w:t>
            </w:r>
          </w:p>
          <w:p w:rsidR="00232C4A" w:rsidRPr="00FC0F3F" w:rsidRDefault="00137CDE" w:rsidP="00C72132">
            <w:pPr>
              <w:widowControl/>
              <w:ind w:leftChars="300" w:left="630"/>
              <w:rPr>
                <w:rFonts w:ascii="ＭＳ Ｐ明朝" w:eastAsia="ＭＳ Ｐ明朝" w:hAnsi="ＭＳ Ｐ明朝" w:cs="ＭＳ Ｐゴシック"/>
                <w:b/>
                <w:kern w:val="0"/>
                <w:sz w:val="22"/>
              </w:rPr>
            </w:pPr>
            <w:r w:rsidRPr="009D6A2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４</w:t>
            </w:r>
            <w:r w:rsidR="00232C4A" w:rsidRPr="009D6A2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="00232C4A" w:rsidRPr="009D6A28">
              <w:rPr>
                <w:rFonts w:ascii="ＭＳ Ｐゴシック" w:eastAsia="ＭＳ Ｐゴシック" w:hAnsi="ＭＳ Ｐゴシック" w:cs="ＭＳ Ｐゴシック" w:hint="eastAsia"/>
                <w:spacing w:val="82"/>
                <w:kern w:val="0"/>
                <w:sz w:val="22"/>
                <w:fitText w:val="1760" w:id="-1574776832"/>
              </w:rPr>
              <w:t>指名通知</w:t>
            </w:r>
            <w:r w:rsidR="00232C4A" w:rsidRPr="009D6A28">
              <w:rPr>
                <w:rFonts w:ascii="ＭＳ Ｐゴシック" w:eastAsia="ＭＳ Ｐゴシック" w:hAnsi="ＭＳ Ｐゴシック" w:cs="ＭＳ Ｐゴシック" w:hint="eastAsia"/>
                <w:spacing w:val="2"/>
                <w:kern w:val="0"/>
                <w:sz w:val="22"/>
                <w:fitText w:val="1760" w:id="-1574776832"/>
              </w:rPr>
              <w:t>日</w:t>
            </w:r>
            <w:r w:rsidR="00232C4A" w:rsidRPr="009D6A2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  </w:t>
            </w:r>
            <w:r w:rsidR="00526AEC" w:rsidRPr="009D6A2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="00232C4A"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</w:rPr>
              <w:t xml:space="preserve">令和　</w:t>
            </w:r>
            <w:r w:rsidR="003F456D"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</w:rPr>
              <w:t xml:space="preserve">　</w:t>
            </w:r>
            <w:r w:rsidR="00232C4A"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</w:rPr>
              <w:t xml:space="preserve">年　</w:t>
            </w:r>
            <w:r w:rsidR="003F456D"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</w:rPr>
              <w:t xml:space="preserve">　</w:t>
            </w:r>
            <w:r w:rsidR="00232C4A"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</w:rPr>
              <w:t xml:space="preserve">月　</w:t>
            </w:r>
            <w:r w:rsidR="003F456D"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</w:rPr>
              <w:t xml:space="preserve">　</w:t>
            </w:r>
            <w:r w:rsidR="00232C4A"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</w:rPr>
              <w:t>日</w:t>
            </w:r>
          </w:p>
          <w:p w:rsidR="00232C4A" w:rsidRPr="009C2A9B" w:rsidRDefault="00137CDE" w:rsidP="00C66EE4">
            <w:pPr>
              <w:ind w:leftChars="300" w:left="630"/>
              <w:rPr>
                <w:rFonts w:ascii="ＭＳ 明朝" w:hAnsi="ＭＳ 明朝" w:cs="ＭＳ Ｐゴシック"/>
                <w:kern w:val="0"/>
                <w:sz w:val="24"/>
              </w:rPr>
            </w:pPr>
            <w:r w:rsidRPr="009D6A2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５</w:t>
            </w:r>
            <w:r w:rsidR="00232C4A" w:rsidRPr="009D6A2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入札</w:t>
            </w:r>
            <w:r w:rsidR="009D6A2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（</w:t>
            </w:r>
            <w:r w:rsidR="00232C4A" w:rsidRPr="009D6A2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見積</w:t>
            </w:r>
            <w:r w:rsidR="009D6A2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>）</w:t>
            </w:r>
            <w:r w:rsidR="00232C4A" w:rsidRPr="009D6A2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執行日  </w:t>
            </w:r>
            <w:r w:rsidR="00526AEC" w:rsidRPr="009D6A28">
              <w:rPr>
                <w:rFonts w:ascii="ＭＳ Ｐゴシック" w:eastAsia="ＭＳ Ｐゴシック" w:hAnsi="ＭＳ Ｐゴシック" w:cs="ＭＳ Ｐゴシック" w:hint="eastAsia"/>
                <w:kern w:val="0"/>
                <w:sz w:val="22"/>
              </w:rPr>
              <w:t xml:space="preserve">　</w:t>
            </w:r>
            <w:r w:rsidR="00232C4A"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</w:rPr>
              <w:t xml:space="preserve">令和　</w:t>
            </w:r>
            <w:r w:rsidR="003F456D"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</w:rPr>
              <w:t xml:space="preserve">　</w:t>
            </w:r>
            <w:r w:rsidR="00232C4A"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</w:rPr>
              <w:t xml:space="preserve">年　</w:t>
            </w:r>
            <w:r w:rsidR="003F456D"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</w:rPr>
              <w:t xml:space="preserve">　</w:t>
            </w:r>
            <w:r w:rsidR="00232C4A"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</w:rPr>
              <w:t xml:space="preserve">月　</w:t>
            </w:r>
            <w:r w:rsidR="003F456D"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</w:rPr>
              <w:t xml:space="preserve">　</w:t>
            </w:r>
            <w:r w:rsidR="00232C4A"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2"/>
              </w:rPr>
              <w:t>日</w:t>
            </w:r>
          </w:p>
        </w:tc>
      </w:tr>
      <w:tr w:rsidR="00526AEC" w:rsidRPr="009D6A28" w:rsidTr="00526AEC">
        <w:trPr>
          <w:trHeight w:val="680"/>
        </w:trPr>
        <w:tc>
          <w:tcPr>
            <w:tcW w:w="320" w:type="dxa"/>
            <w:vMerge w:val="restart"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6AEC" w:rsidRPr="009C2A9B" w:rsidRDefault="00526AEC" w:rsidP="00526AEC">
            <w:pPr>
              <w:jc w:val="left"/>
              <w:rPr>
                <w:rFonts w:ascii="ＭＳ 明朝" w:hAnsi="ＭＳ 明朝" w:cs="ＭＳ Ｐゴシック"/>
                <w:kern w:val="0"/>
                <w:sz w:val="20"/>
              </w:rPr>
            </w:pPr>
          </w:p>
        </w:tc>
        <w:tc>
          <w:tcPr>
            <w:tcW w:w="41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6AEC" w:rsidRPr="009D6A28" w:rsidRDefault="00526AEC" w:rsidP="00526AE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D6A28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№</w:t>
            </w:r>
          </w:p>
        </w:tc>
        <w:tc>
          <w:tcPr>
            <w:tcW w:w="27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9D6A28" w:rsidRDefault="00526AEC" w:rsidP="00526AE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D6A28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入札(見積)参加者名</w:t>
            </w:r>
          </w:p>
        </w:tc>
        <w:tc>
          <w:tcPr>
            <w:tcW w:w="121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9D6A28" w:rsidRDefault="00526AEC" w:rsidP="00526AE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D6A28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所在地</w:t>
            </w:r>
          </w:p>
        </w:tc>
        <w:tc>
          <w:tcPr>
            <w:tcW w:w="955" w:type="dxa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6AEC" w:rsidRPr="009D6A28" w:rsidRDefault="00526AEC" w:rsidP="00526AE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D6A28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確認欄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AEC" w:rsidRPr="009D6A28" w:rsidRDefault="00526AEC" w:rsidP="00526AE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D6A28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閲覧</w:t>
            </w:r>
            <w:r w:rsidR="00C66EE4" w:rsidRPr="009D6A28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年月</w:t>
            </w:r>
            <w:r w:rsidRPr="009D6A28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日</w:t>
            </w:r>
          </w:p>
        </w:tc>
        <w:tc>
          <w:tcPr>
            <w:tcW w:w="1559" w:type="dxa"/>
            <w:tcBorders>
              <w:top w:val="single" w:sz="6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26AEC" w:rsidRPr="009D6A28" w:rsidRDefault="00526AEC" w:rsidP="00526AEC">
            <w:pPr>
              <w:widowControl/>
              <w:jc w:val="center"/>
              <w:rPr>
                <w:rFonts w:ascii="ＭＳ Ｐゴシック" w:eastAsia="ＭＳ Ｐゴシック" w:hAnsi="ＭＳ Ｐゴシック" w:cs="ＭＳ Ｐゴシック"/>
                <w:kern w:val="0"/>
              </w:rPr>
            </w:pPr>
            <w:r w:rsidRPr="009D6A28">
              <w:rPr>
                <w:rFonts w:ascii="ＭＳ Ｐゴシック" w:eastAsia="ＭＳ Ｐゴシック" w:hAnsi="ＭＳ Ｐゴシック" w:cs="ＭＳ Ｐゴシック" w:hint="eastAsia"/>
                <w:kern w:val="0"/>
              </w:rPr>
              <w:t>摘　要</w:t>
            </w:r>
          </w:p>
        </w:tc>
        <w:tc>
          <w:tcPr>
            <w:tcW w:w="425" w:type="dxa"/>
            <w:vMerge w:val="restart"/>
            <w:tcBorders>
              <w:left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26AEC" w:rsidRPr="009D6A28" w:rsidRDefault="00526AEC" w:rsidP="00526AEC">
            <w:pPr>
              <w:jc w:val="left"/>
              <w:rPr>
                <w:rFonts w:ascii="ＭＳ Ｐゴシック" w:eastAsia="ＭＳ Ｐゴシック" w:hAnsi="ＭＳ Ｐゴシック" w:cs="ＭＳ Ｐゴシック"/>
                <w:kern w:val="0"/>
                <w:sz w:val="20"/>
              </w:rPr>
            </w:pPr>
          </w:p>
        </w:tc>
      </w:tr>
      <w:tr w:rsidR="00526AEC" w:rsidRPr="00FC0F3F" w:rsidTr="00526AEC">
        <w:trPr>
          <w:trHeight w:val="680"/>
        </w:trPr>
        <w:tc>
          <w:tcPr>
            <w:tcW w:w="320" w:type="dxa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6AEC" w:rsidRPr="009C2A9B" w:rsidRDefault="00526AEC" w:rsidP="00526AEC">
            <w:pPr>
              <w:jc w:val="left"/>
              <w:rPr>
                <w:rFonts w:ascii="ＭＳ 明朝" w:hAnsi="ＭＳ 明朝" w:cs="ＭＳ Ｐゴシック"/>
                <w:kern w:val="0"/>
                <w:sz w:val="20"/>
              </w:rPr>
            </w:pPr>
          </w:p>
        </w:tc>
        <w:tc>
          <w:tcPr>
            <w:tcW w:w="412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right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  <w:r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0"/>
              </w:rPr>
              <w:t xml:space="preserve"> ･   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26AEC" w:rsidRPr="00FC0F3F" w:rsidRDefault="00526AEC" w:rsidP="00526AEC">
            <w:pPr>
              <w:jc w:val="left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</w:tr>
      <w:tr w:rsidR="00526AEC" w:rsidRPr="00FC0F3F" w:rsidTr="00526AEC">
        <w:trPr>
          <w:trHeight w:val="680"/>
        </w:trPr>
        <w:tc>
          <w:tcPr>
            <w:tcW w:w="320" w:type="dxa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6AEC" w:rsidRPr="009C2A9B" w:rsidRDefault="00526AEC" w:rsidP="00526AEC">
            <w:pPr>
              <w:jc w:val="left"/>
              <w:rPr>
                <w:rFonts w:ascii="ＭＳ 明朝" w:hAnsi="ＭＳ 明朝" w:cs="ＭＳ Ｐゴシック"/>
                <w:kern w:val="0"/>
                <w:sz w:val="20"/>
              </w:rPr>
            </w:pPr>
          </w:p>
        </w:tc>
        <w:tc>
          <w:tcPr>
            <w:tcW w:w="412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right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  <w:r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0"/>
              </w:rPr>
              <w:t xml:space="preserve"> ･   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26AEC" w:rsidRPr="00FC0F3F" w:rsidRDefault="00526AEC" w:rsidP="00526AEC">
            <w:pPr>
              <w:jc w:val="left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</w:tr>
      <w:tr w:rsidR="00526AEC" w:rsidRPr="00FC0F3F" w:rsidTr="00526AEC">
        <w:trPr>
          <w:trHeight w:val="680"/>
        </w:trPr>
        <w:tc>
          <w:tcPr>
            <w:tcW w:w="320" w:type="dxa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6AEC" w:rsidRPr="009C2A9B" w:rsidRDefault="00526AEC" w:rsidP="00526AEC">
            <w:pPr>
              <w:jc w:val="left"/>
              <w:rPr>
                <w:rFonts w:ascii="ＭＳ 明朝" w:hAnsi="ＭＳ 明朝" w:cs="ＭＳ Ｐゴシック"/>
                <w:kern w:val="0"/>
                <w:sz w:val="20"/>
              </w:rPr>
            </w:pPr>
          </w:p>
        </w:tc>
        <w:tc>
          <w:tcPr>
            <w:tcW w:w="412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right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  <w:r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0"/>
              </w:rPr>
              <w:t xml:space="preserve"> ･   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26AEC" w:rsidRPr="00FC0F3F" w:rsidRDefault="00526AEC" w:rsidP="00526AEC">
            <w:pPr>
              <w:jc w:val="left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</w:tr>
      <w:tr w:rsidR="00526AEC" w:rsidRPr="00FC0F3F" w:rsidTr="00526AEC">
        <w:trPr>
          <w:trHeight w:val="680"/>
        </w:trPr>
        <w:tc>
          <w:tcPr>
            <w:tcW w:w="320" w:type="dxa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6AEC" w:rsidRPr="009C2A9B" w:rsidRDefault="00526AEC" w:rsidP="00526AEC">
            <w:pPr>
              <w:jc w:val="left"/>
              <w:rPr>
                <w:rFonts w:ascii="ＭＳ 明朝" w:hAnsi="ＭＳ 明朝" w:cs="ＭＳ Ｐゴシック"/>
                <w:kern w:val="0"/>
                <w:sz w:val="20"/>
              </w:rPr>
            </w:pPr>
          </w:p>
        </w:tc>
        <w:tc>
          <w:tcPr>
            <w:tcW w:w="412" w:type="dxa"/>
            <w:tcBorders>
              <w:top w:val="nil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right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2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  <w:r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0"/>
              </w:rPr>
              <w:t xml:space="preserve"> ･   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26AEC" w:rsidRPr="00FC0F3F" w:rsidRDefault="00526AEC" w:rsidP="00526AEC">
            <w:pPr>
              <w:jc w:val="left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</w:tr>
      <w:tr w:rsidR="00526AEC" w:rsidRPr="00FC0F3F" w:rsidTr="00526AEC">
        <w:trPr>
          <w:trHeight w:val="680"/>
        </w:trPr>
        <w:tc>
          <w:tcPr>
            <w:tcW w:w="320" w:type="dxa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6AEC" w:rsidRPr="009C2A9B" w:rsidRDefault="00526AEC" w:rsidP="00526AEC">
            <w:pPr>
              <w:jc w:val="left"/>
              <w:rPr>
                <w:rFonts w:ascii="ＭＳ 明朝" w:hAnsi="ＭＳ 明朝" w:cs="ＭＳ Ｐゴシック"/>
                <w:kern w:val="0"/>
                <w:sz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right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AEC" w:rsidRPr="00FC0F3F" w:rsidRDefault="00526AEC" w:rsidP="00526AEC">
            <w:pPr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  <w:r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0"/>
              </w:rPr>
              <w:t>･   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26AEC" w:rsidRPr="00FC0F3F" w:rsidRDefault="00526AEC" w:rsidP="00526AEC">
            <w:pPr>
              <w:jc w:val="left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</w:tr>
      <w:tr w:rsidR="00526AEC" w:rsidRPr="00FC0F3F" w:rsidTr="00526AEC">
        <w:trPr>
          <w:trHeight w:val="680"/>
        </w:trPr>
        <w:tc>
          <w:tcPr>
            <w:tcW w:w="320" w:type="dxa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26AEC" w:rsidRPr="009C2A9B" w:rsidRDefault="00526AEC" w:rsidP="00526AEC">
            <w:pPr>
              <w:jc w:val="left"/>
              <w:rPr>
                <w:rFonts w:ascii="ＭＳ 明朝" w:hAnsi="ＭＳ 明朝" w:cs="ＭＳ Ｐゴシック"/>
                <w:kern w:val="0"/>
                <w:sz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right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456CA2" w:rsidP="00526AEC">
            <w:pPr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  <w:r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0"/>
              </w:rPr>
              <w:t>･   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jc w:val="left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</w:tr>
      <w:tr w:rsidR="00526AEC" w:rsidRPr="00FC0F3F" w:rsidTr="00526AEC">
        <w:trPr>
          <w:trHeight w:val="680"/>
        </w:trPr>
        <w:tc>
          <w:tcPr>
            <w:tcW w:w="320" w:type="dxa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26AEC" w:rsidRPr="009C2A9B" w:rsidRDefault="00526AEC" w:rsidP="00526AEC">
            <w:pPr>
              <w:jc w:val="left"/>
              <w:rPr>
                <w:rFonts w:ascii="ＭＳ 明朝" w:hAnsi="ＭＳ 明朝" w:cs="ＭＳ Ｐゴシック"/>
                <w:kern w:val="0"/>
                <w:sz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right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456CA2" w:rsidP="00526AEC">
            <w:pPr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  <w:r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0"/>
              </w:rPr>
              <w:t>･   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jc w:val="left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</w:tr>
      <w:tr w:rsidR="00526AEC" w:rsidRPr="00FC0F3F" w:rsidTr="00526AEC">
        <w:trPr>
          <w:trHeight w:val="680"/>
        </w:trPr>
        <w:tc>
          <w:tcPr>
            <w:tcW w:w="320" w:type="dxa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26AEC" w:rsidRPr="009C2A9B" w:rsidRDefault="00526AEC" w:rsidP="00526AEC">
            <w:pPr>
              <w:jc w:val="left"/>
              <w:rPr>
                <w:rFonts w:ascii="ＭＳ 明朝" w:hAnsi="ＭＳ 明朝" w:cs="ＭＳ Ｐゴシック"/>
                <w:kern w:val="0"/>
                <w:sz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right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456CA2" w:rsidP="00526AEC">
            <w:pPr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  <w:r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0"/>
              </w:rPr>
              <w:t>･   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jc w:val="left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</w:tr>
      <w:tr w:rsidR="00526AEC" w:rsidRPr="00FC0F3F" w:rsidTr="00526AEC">
        <w:trPr>
          <w:trHeight w:val="680"/>
        </w:trPr>
        <w:tc>
          <w:tcPr>
            <w:tcW w:w="320" w:type="dxa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26AEC" w:rsidRPr="009C2A9B" w:rsidRDefault="00526AEC" w:rsidP="00526AEC">
            <w:pPr>
              <w:jc w:val="left"/>
              <w:rPr>
                <w:rFonts w:ascii="ＭＳ 明朝" w:hAnsi="ＭＳ 明朝" w:cs="ＭＳ Ｐゴシック"/>
                <w:kern w:val="0"/>
                <w:sz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right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456CA2" w:rsidP="00526AEC">
            <w:pPr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  <w:r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0"/>
              </w:rPr>
              <w:t>･   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jc w:val="left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</w:tr>
      <w:tr w:rsidR="00526AEC" w:rsidRPr="00FC0F3F" w:rsidTr="00526AEC">
        <w:trPr>
          <w:trHeight w:val="680"/>
        </w:trPr>
        <w:tc>
          <w:tcPr>
            <w:tcW w:w="320" w:type="dxa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526AEC" w:rsidRPr="009C2A9B" w:rsidRDefault="00526AEC" w:rsidP="00526AEC">
            <w:pPr>
              <w:jc w:val="left"/>
              <w:rPr>
                <w:rFonts w:ascii="ＭＳ 明朝" w:hAnsi="ＭＳ 明朝" w:cs="ＭＳ Ｐゴシック"/>
                <w:kern w:val="0"/>
                <w:sz w:val="20"/>
              </w:rPr>
            </w:pPr>
          </w:p>
        </w:tc>
        <w:tc>
          <w:tcPr>
            <w:tcW w:w="41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right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2788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6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6AEC" w:rsidRPr="00FC0F3F" w:rsidRDefault="00526AEC" w:rsidP="00526AEC">
            <w:pPr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  <w:r w:rsidRPr="00FC0F3F">
              <w:rPr>
                <w:rFonts w:ascii="ＭＳ Ｐ明朝" w:eastAsia="ＭＳ Ｐ明朝" w:hAnsi="ＭＳ Ｐ明朝" w:cs="ＭＳ Ｐゴシック" w:hint="eastAsia"/>
                <w:b/>
                <w:kern w:val="0"/>
                <w:sz w:val="20"/>
              </w:rPr>
              <w:t>･   ･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</w:tcPr>
          <w:p w:rsidR="00526AEC" w:rsidRPr="00FC0F3F" w:rsidRDefault="00526AEC" w:rsidP="00526AEC">
            <w:pPr>
              <w:widowControl/>
              <w:jc w:val="center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  <w:tc>
          <w:tcPr>
            <w:tcW w:w="425" w:type="dxa"/>
            <w:vMerge/>
            <w:tcBorders>
              <w:left w:val="single" w:sz="6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26AEC" w:rsidRPr="00FC0F3F" w:rsidRDefault="00526AEC" w:rsidP="00526AEC">
            <w:pPr>
              <w:jc w:val="left"/>
              <w:rPr>
                <w:rFonts w:ascii="ＭＳ Ｐ明朝" w:eastAsia="ＭＳ Ｐ明朝" w:hAnsi="ＭＳ Ｐ明朝" w:cs="ＭＳ Ｐゴシック"/>
                <w:b/>
                <w:kern w:val="0"/>
                <w:sz w:val="20"/>
              </w:rPr>
            </w:pPr>
          </w:p>
        </w:tc>
      </w:tr>
      <w:tr w:rsidR="00526AEC" w:rsidRPr="009C2A9B" w:rsidTr="0059646F">
        <w:trPr>
          <w:trHeight w:val="439"/>
        </w:trPr>
        <w:tc>
          <w:tcPr>
            <w:tcW w:w="9095" w:type="dxa"/>
            <w:gridSpan w:val="8"/>
            <w:tcBorders>
              <w:top w:val="nil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:rsidR="00526AEC" w:rsidRPr="009C2A9B" w:rsidRDefault="00526AEC" w:rsidP="00526AEC">
            <w:pPr>
              <w:spacing w:line="280" w:lineRule="exact"/>
              <w:ind w:leftChars="100" w:left="210"/>
              <w:jc w:val="left"/>
              <w:rPr>
                <w:rFonts w:ascii="ＭＳ 明朝" w:hAnsi="ＭＳ 明朝" w:cs="ＭＳ Ｐゴシック"/>
                <w:kern w:val="0"/>
                <w:sz w:val="20"/>
              </w:rPr>
            </w:pPr>
          </w:p>
        </w:tc>
      </w:tr>
    </w:tbl>
    <w:p w:rsidR="0059646F" w:rsidRDefault="0059646F" w:rsidP="0059646F">
      <w:pPr>
        <w:adjustRightInd w:val="0"/>
        <w:snapToGrid w:val="0"/>
        <w:spacing w:line="120" w:lineRule="exact"/>
        <w:ind w:firstLineChars="100" w:firstLine="198"/>
        <w:jc w:val="left"/>
        <w:rPr>
          <w:rFonts w:ascii="ＭＳ 明朝" w:hAnsi="ＭＳ 明朝"/>
          <w:w w:val="90"/>
          <w:sz w:val="22"/>
          <w:szCs w:val="22"/>
        </w:rPr>
      </w:pPr>
    </w:p>
    <w:p w:rsidR="0059646F" w:rsidRPr="008D4814" w:rsidRDefault="0059646F" w:rsidP="003B0E62">
      <w:pPr>
        <w:spacing w:line="280" w:lineRule="exact"/>
        <w:ind w:leftChars="118" w:left="572" w:hangingChars="162" w:hanging="324"/>
        <w:jc w:val="left"/>
        <w:rPr>
          <w:rFonts w:ascii="ＭＳ Ｐ明朝" w:eastAsia="ＭＳ Ｐ明朝" w:hAnsi="ＭＳ Ｐ明朝"/>
          <w:b/>
          <w:w w:val="90"/>
          <w:sz w:val="22"/>
          <w:szCs w:val="22"/>
        </w:rPr>
      </w:pP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注１　入札(見積)参加者名は、</w:t>
      </w:r>
      <w:r w:rsidR="00CB539B">
        <w:rPr>
          <w:rFonts w:ascii="ＭＳ Ｐ明朝" w:eastAsia="ＭＳ Ｐ明朝" w:hAnsi="ＭＳ Ｐ明朝" w:hint="eastAsia"/>
          <w:b/>
          <w:w w:val="90"/>
          <w:sz w:val="22"/>
          <w:szCs w:val="22"/>
        </w:rPr>
        <w:t>（参加）業者審査調書又は</w:t>
      </w: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指名（参加）業者選考調書(様式第1号)の順に記載する。</w:t>
      </w:r>
    </w:p>
    <w:p w:rsidR="0059646F" w:rsidRPr="008D4814" w:rsidRDefault="0059646F" w:rsidP="0059646F">
      <w:pPr>
        <w:spacing w:line="280" w:lineRule="exact"/>
        <w:ind w:leftChars="100" w:left="210" w:firstLineChars="100" w:firstLine="200"/>
        <w:jc w:val="left"/>
        <w:rPr>
          <w:rFonts w:ascii="ＭＳ Ｐ明朝" w:eastAsia="ＭＳ Ｐ明朝" w:hAnsi="ＭＳ Ｐ明朝"/>
          <w:b/>
          <w:w w:val="90"/>
          <w:sz w:val="22"/>
          <w:szCs w:val="22"/>
        </w:rPr>
      </w:pP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２　確認欄は、</w:t>
      </w:r>
      <w:r w:rsidR="003F456D"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設計図書等閲覧確認簿</w:t>
      </w: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(</w:t>
      </w:r>
      <w:r w:rsidR="00C357A2"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６</w:t>
      </w: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受付責任者)の</w:t>
      </w:r>
      <w:r w:rsidR="00C357A2"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押印</w:t>
      </w: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とする。</w:t>
      </w:r>
    </w:p>
    <w:p w:rsidR="0059646F" w:rsidRPr="008D4814" w:rsidRDefault="0059646F" w:rsidP="0059646F">
      <w:pPr>
        <w:spacing w:line="280" w:lineRule="exact"/>
        <w:ind w:leftChars="100" w:left="210" w:firstLineChars="100" w:firstLine="200"/>
        <w:jc w:val="left"/>
        <w:rPr>
          <w:rFonts w:ascii="ＭＳ Ｐ明朝" w:eastAsia="ＭＳ Ｐ明朝" w:hAnsi="ＭＳ Ｐ明朝"/>
          <w:b/>
          <w:w w:val="90"/>
          <w:sz w:val="22"/>
          <w:szCs w:val="22"/>
        </w:rPr>
      </w:pP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３　閲覧期間に入札参加の辞退者が出た場合、摘要欄に辞退と辞退月日を記載する。</w:t>
      </w:r>
    </w:p>
    <w:p w:rsidR="00CB539B" w:rsidRDefault="0059646F" w:rsidP="0059646F">
      <w:pPr>
        <w:pStyle w:val="ac"/>
        <w:spacing w:line="280" w:lineRule="exact"/>
        <w:ind w:firstLineChars="200" w:firstLine="400"/>
        <w:rPr>
          <w:rFonts w:ascii="ＭＳ Ｐ明朝" w:eastAsia="ＭＳ Ｐ明朝" w:hAnsi="ＭＳ Ｐ明朝"/>
          <w:b/>
          <w:w w:val="90"/>
          <w:sz w:val="22"/>
          <w:szCs w:val="22"/>
        </w:rPr>
      </w:pP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４　提出された</w:t>
      </w:r>
      <w:r w:rsidR="003F456D"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設計図書等閲覧確認簿</w:t>
      </w:r>
      <w:r w:rsidRPr="008D4814">
        <w:rPr>
          <w:rFonts w:ascii="ＭＳ Ｐ明朝" w:eastAsia="ＭＳ Ｐ明朝" w:hAnsi="ＭＳ Ｐ明朝" w:hint="eastAsia"/>
          <w:b/>
          <w:w w:val="90"/>
          <w:sz w:val="22"/>
          <w:szCs w:val="22"/>
        </w:rPr>
        <w:t>を添付する。</w:t>
      </w:r>
    </w:p>
    <w:p w:rsidR="00232C4A" w:rsidRPr="00CB539B" w:rsidRDefault="00232C4A" w:rsidP="00F96DA5">
      <w:pPr>
        <w:ind w:firstLineChars="50" w:firstLine="110"/>
        <w:rPr>
          <w:rFonts w:ascii="ＭＳ Ｐ明朝" w:eastAsia="ＭＳ Ｐ明朝" w:hAnsi="ＭＳ Ｐ明朝"/>
          <w:b/>
          <w:sz w:val="22"/>
        </w:rPr>
      </w:pPr>
    </w:p>
    <w:sectPr w:rsidR="00232C4A" w:rsidRPr="00CB539B" w:rsidSect="00182EFF">
      <w:pgSz w:w="11906" w:h="16838" w:code="9"/>
      <w:pgMar w:top="1701" w:right="1416" w:bottom="1276" w:left="1418" w:header="709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A8" w:rsidRDefault="001F52A8" w:rsidP="005D6C71">
      <w:r>
        <w:separator/>
      </w:r>
    </w:p>
  </w:endnote>
  <w:endnote w:type="continuationSeparator" w:id="0">
    <w:p w:rsidR="001F52A8" w:rsidRDefault="001F52A8" w:rsidP="005D6C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A8" w:rsidRDefault="001F52A8" w:rsidP="005D6C71">
      <w:r>
        <w:separator/>
      </w:r>
    </w:p>
  </w:footnote>
  <w:footnote w:type="continuationSeparator" w:id="0">
    <w:p w:rsidR="001F52A8" w:rsidRDefault="001F52A8" w:rsidP="005D6C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2AEF"/>
    <w:rsid w:val="00025ED0"/>
    <w:rsid w:val="00037C6E"/>
    <w:rsid w:val="00047504"/>
    <w:rsid w:val="00047B36"/>
    <w:rsid w:val="00052D29"/>
    <w:rsid w:val="000734BF"/>
    <w:rsid w:val="00090707"/>
    <w:rsid w:val="00090B34"/>
    <w:rsid w:val="000A3EBE"/>
    <w:rsid w:val="000A7CC1"/>
    <w:rsid w:val="000C30E9"/>
    <w:rsid w:val="000C664C"/>
    <w:rsid w:val="000D380C"/>
    <w:rsid w:val="00103067"/>
    <w:rsid w:val="001072CB"/>
    <w:rsid w:val="00110091"/>
    <w:rsid w:val="00110899"/>
    <w:rsid w:val="001159EB"/>
    <w:rsid w:val="00137CDE"/>
    <w:rsid w:val="001629A7"/>
    <w:rsid w:val="0017129B"/>
    <w:rsid w:val="00182EFF"/>
    <w:rsid w:val="0018582C"/>
    <w:rsid w:val="001C4963"/>
    <w:rsid w:val="001D7D31"/>
    <w:rsid w:val="001F52A8"/>
    <w:rsid w:val="00214304"/>
    <w:rsid w:val="00222DC5"/>
    <w:rsid w:val="00227E43"/>
    <w:rsid w:val="00232C4A"/>
    <w:rsid w:val="002358AE"/>
    <w:rsid w:val="0026260D"/>
    <w:rsid w:val="002B383D"/>
    <w:rsid w:val="002C67C4"/>
    <w:rsid w:val="002D3A44"/>
    <w:rsid w:val="002E0AF5"/>
    <w:rsid w:val="00320CD0"/>
    <w:rsid w:val="0033607E"/>
    <w:rsid w:val="00353A28"/>
    <w:rsid w:val="00375E75"/>
    <w:rsid w:val="003905F8"/>
    <w:rsid w:val="00393F6D"/>
    <w:rsid w:val="003A1FA8"/>
    <w:rsid w:val="003B0E62"/>
    <w:rsid w:val="003E1C70"/>
    <w:rsid w:val="003F456D"/>
    <w:rsid w:val="004047EE"/>
    <w:rsid w:val="00421EC8"/>
    <w:rsid w:val="00431D11"/>
    <w:rsid w:val="00456CA2"/>
    <w:rsid w:val="00462B17"/>
    <w:rsid w:val="004B17CF"/>
    <w:rsid w:val="004C4D0A"/>
    <w:rsid w:val="004C7A58"/>
    <w:rsid w:val="004C7D17"/>
    <w:rsid w:val="004E1B88"/>
    <w:rsid w:val="004E60EC"/>
    <w:rsid w:val="004E7A08"/>
    <w:rsid w:val="004F10C2"/>
    <w:rsid w:val="00504CDC"/>
    <w:rsid w:val="00513FC9"/>
    <w:rsid w:val="00526AEC"/>
    <w:rsid w:val="00531E6F"/>
    <w:rsid w:val="0053280D"/>
    <w:rsid w:val="00535EBA"/>
    <w:rsid w:val="005379AE"/>
    <w:rsid w:val="00571A48"/>
    <w:rsid w:val="0059646F"/>
    <w:rsid w:val="005B6501"/>
    <w:rsid w:val="005D6C71"/>
    <w:rsid w:val="005E2E54"/>
    <w:rsid w:val="005F1E55"/>
    <w:rsid w:val="00627075"/>
    <w:rsid w:val="00633759"/>
    <w:rsid w:val="006356D2"/>
    <w:rsid w:val="00642FC4"/>
    <w:rsid w:val="00660AB5"/>
    <w:rsid w:val="006830DC"/>
    <w:rsid w:val="006A54D4"/>
    <w:rsid w:val="006B6BFC"/>
    <w:rsid w:val="006C02E5"/>
    <w:rsid w:val="006D6B65"/>
    <w:rsid w:val="006E1A8C"/>
    <w:rsid w:val="007075BF"/>
    <w:rsid w:val="00717F3C"/>
    <w:rsid w:val="00730595"/>
    <w:rsid w:val="00732DF8"/>
    <w:rsid w:val="0074331A"/>
    <w:rsid w:val="00765889"/>
    <w:rsid w:val="00767629"/>
    <w:rsid w:val="00796B9F"/>
    <w:rsid w:val="007F60C4"/>
    <w:rsid w:val="00804342"/>
    <w:rsid w:val="0081324C"/>
    <w:rsid w:val="00821179"/>
    <w:rsid w:val="00824325"/>
    <w:rsid w:val="0083192F"/>
    <w:rsid w:val="00840090"/>
    <w:rsid w:val="00842220"/>
    <w:rsid w:val="00850D5D"/>
    <w:rsid w:val="00855490"/>
    <w:rsid w:val="00865574"/>
    <w:rsid w:val="008712E9"/>
    <w:rsid w:val="00872AEF"/>
    <w:rsid w:val="0089026F"/>
    <w:rsid w:val="008A048D"/>
    <w:rsid w:val="008B1C0E"/>
    <w:rsid w:val="008D2793"/>
    <w:rsid w:val="008D4814"/>
    <w:rsid w:val="008F20BA"/>
    <w:rsid w:val="008F798B"/>
    <w:rsid w:val="009239C0"/>
    <w:rsid w:val="00956A20"/>
    <w:rsid w:val="009675B2"/>
    <w:rsid w:val="009832A1"/>
    <w:rsid w:val="009D6A28"/>
    <w:rsid w:val="00A052F5"/>
    <w:rsid w:val="00A152DF"/>
    <w:rsid w:val="00A414D9"/>
    <w:rsid w:val="00A56593"/>
    <w:rsid w:val="00A6099D"/>
    <w:rsid w:val="00A633EE"/>
    <w:rsid w:val="00A70992"/>
    <w:rsid w:val="00A8764C"/>
    <w:rsid w:val="00A92D86"/>
    <w:rsid w:val="00AA217A"/>
    <w:rsid w:val="00AB0B22"/>
    <w:rsid w:val="00AE196F"/>
    <w:rsid w:val="00AE1A9F"/>
    <w:rsid w:val="00AE3DB3"/>
    <w:rsid w:val="00B30540"/>
    <w:rsid w:val="00B763A0"/>
    <w:rsid w:val="00B94BC1"/>
    <w:rsid w:val="00BB2E78"/>
    <w:rsid w:val="00BB4757"/>
    <w:rsid w:val="00BD006D"/>
    <w:rsid w:val="00BD1C2A"/>
    <w:rsid w:val="00BE1C08"/>
    <w:rsid w:val="00BE5AFC"/>
    <w:rsid w:val="00BE64E5"/>
    <w:rsid w:val="00BF17E1"/>
    <w:rsid w:val="00C25276"/>
    <w:rsid w:val="00C357A2"/>
    <w:rsid w:val="00C66EE4"/>
    <w:rsid w:val="00C705A8"/>
    <w:rsid w:val="00C70FE4"/>
    <w:rsid w:val="00C7401E"/>
    <w:rsid w:val="00C87698"/>
    <w:rsid w:val="00CA03C8"/>
    <w:rsid w:val="00CB539B"/>
    <w:rsid w:val="00D0163D"/>
    <w:rsid w:val="00D24E66"/>
    <w:rsid w:val="00D440DB"/>
    <w:rsid w:val="00D677C6"/>
    <w:rsid w:val="00D80BAC"/>
    <w:rsid w:val="00D82BBF"/>
    <w:rsid w:val="00D837B3"/>
    <w:rsid w:val="00D94246"/>
    <w:rsid w:val="00DA4206"/>
    <w:rsid w:val="00DF76A7"/>
    <w:rsid w:val="00E0659E"/>
    <w:rsid w:val="00E06FE8"/>
    <w:rsid w:val="00E13BC2"/>
    <w:rsid w:val="00E67445"/>
    <w:rsid w:val="00E832D2"/>
    <w:rsid w:val="00EA433F"/>
    <w:rsid w:val="00EE77D6"/>
    <w:rsid w:val="00F3127C"/>
    <w:rsid w:val="00F352B8"/>
    <w:rsid w:val="00F44066"/>
    <w:rsid w:val="00F46248"/>
    <w:rsid w:val="00F467FA"/>
    <w:rsid w:val="00F6246C"/>
    <w:rsid w:val="00F70B41"/>
    <w:rsid w:val="00F96DA5"/>
    <w:rsid w:val="00FC0F3F"/>
    <w:rsid w:val="00FC4434"/>
    <w:rsid w:val="00FD3C80"/>
    <w:rsid w:val="00FE7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B1ED941-DFD2-4F6E-829A-15E383F336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Chars="100" w:left="210" w:firstLineChars="87" w:firstLine="209"/>
    </w:pPr>
    <w:rPr>
      <w:sz w:val="24"/>
    </w:rPr>
  </w:style>
  <w:style w:type="paragraph" w:styleId="2">
    <w:name w:val="Body Text Indent 2"/>
    <w:basedOn w:val="a"/>
    <w:semiHidden/>
    <w:pPr>
      <w:ind w:leftChars="150" w:left="315" w:firstLineChars="61" w:firstLine="146"/>
    </w:pPr>
    <w:rPr>
      <w:rFonts w:ascii="ＭＳ 明朝" w:hAnsi="ＭＳ 明朝"/>
      <w:sz w:val="24"/>
    </w:rPr>
  </w:style>
  <w:style w:type="paragraph" w:styleId="a4">
    <w:name w:val="header"/>
    <w:basedOn w:val="a"/>
    <w:link w:val="a5"/>
    <w:uiPriority w:val="99"/>
    <w:unhideWhenUsed/>
    <w:rsid w:val="005D6C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5D6C71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5D6C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5D6C71"/>
    <w:rPr>
      <w:kern w:val="2"/>
      <w:sz w:val="21"/>
      <w:szCs w:val="24"/>
    </w:rPr>
  </w:style>
  <w:style w:type="paragraph" w:styleId="a8">
    <w:name w:val="Note Heading"/>
    <w:basedOn w:val="a"/>
    <w:next w:val="a"/>
    <w:link w:val="a9"/>
    <w:uiPriority w:val="99"/>
    <w:unhideWhenUsed/>
    <w:rsid w:val="00047504"/>
    <w:pPr>
      <w:jc w:val="center"/>
    </w:pPr>
    <w:rPr>
      <w:sz w:val="22"/>
    </w:rPr>
  </w:style>
  <w:style w:type="character" w:customStyle="1" w:styleId="a9">
    <w:name w:val="記 (文字)"/>
    <w:link w:val="a8"/>
    <w:uiPriority w:val="99"/>
    <w:rsid w:val="00047504"/>
    <w:rPr>
      <w:kern w:val="2"/>
      <w:sz w:val="22"/>
      <w:szCs w:val="24"/>
    </w:rPr>
  </w:style>
  <w:style w:type="paragraph" w:styleId="aa">
    <w:name w:val="Closing"/>
    <w:basedOn w:val="a"/>
    <w:link w:val="ab"/>
    <w:uiPriority w:val="99"/>
    <w:unhideWhenUsed/>
    <w:rsid w:val="00047504"/>
    <w:pPr>
      <w:jc w:val="right"/>
    </w:pPr>
    <w:rPr>
      <w:sz w:val="22"/>
    </w:rPr>
  </w:style>
  <w:style w:type="character" w:customStyle="1" w:styleId="ab">
    <w:name w:val="結語 (文字)"/>
    <w:link w:val="aa"/>
    <w:uiPriority w:val="99"/>
    <w:rsid w:val="00047504"/>
    <w:rPr>
      <w:kern w:val="2"/>
      <w:sz w:val="22"/>
      <w:szCs w:val="24"/>
    </w:rPr>
  </w:style>
  <w:style w:type="paragraph" w:styleId="ac">
    <w:name w:val="Body Text"/>
    <w:basedOn w:val="a"/>
    <w:link w:val="ad"/>
    <w:uiPriority w:val="99"/>
    <w:unhideWhenUsed/>
    <w:rsid w:val="00232C4A"/>
    <w:rPr>
      <w:szCs w:val="20"/>
    </w:rPr>
  </w:style>
  <w:style w:type="character" w:customStyle="1" w:styleId="ad">
    <w:name w:val="本文 (文字)"/>
    <w:link w:val="ac"/>
    <w:uiPriority w:val="99"/>
    <w:rsid w:val="00232C4A"/>
    <w:rPr>
      <w:kern w:val="2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796B9F"/>
    <w:rPr>
      <w:rFonts w:ascii="游ゴシック Light" w:eastAsia="游ゴシック Light" w:hAnsi="游ゴシック Light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796B9F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1BE69-D6BB-4FAB-A700-954C6D094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614</TotalTime>
  <Pages>2</Pages>
  <Words>119</Words>
  <Characters>684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公示用設計図書の閲覧等の取扱いについて（案）</vt:lpstr>
      <vt:lpstr>公示用設計図書の閲覧等の取扱いについて（案）</vt:lpstr>
    </vt:vector>
  </TitlesOfParts>
  <Company/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公示用設計図書の閲覧等の取扱いについて（案）</dc:title>
  <dc:subject/>
  <dc:creator>管理部工務課</dc:creator>
  <cp:keywords/>
  <dc:description/>
  <cp:lastModifiedBy>蜂谷　和信</cp:lastModifiedBy>
  <cp:revision>58</cp:revision>
  <cp:lastPrinted>2022-02-28T06:32:00Z</cp:lastPrinted>
  <dcterms:created xsi:type="dcterms:W3CDTF">2022-02-03T05:01:00Z</dcterms:created>
  <dcterms:modified xsi:type="dcterms:W3CDTF">2023-08-01T02:01:00Z</dcterms:modified>
</cp:coreProperties>
</file>